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A4469" w14:textId="77777777" w:rsidR="00E85637" w:rsidRPr="00BD132B" w:rsidRDefault="00E85637" w:rsidP="00563808">
      <w:pPr>
        <w:framePr w:w="9582" w:h="2155" w:wrap="notBeside" w:vAnchor="page" w:hAnchor="page" w:x="1702" w:y="3063"/>
        <w:jc w:val="both"/>
        <w:rPr>
          <w:szCs w:val="24"/>
        </w:rPr>
      </w:pPr>
    </w:p>
    <w:p w14:paraId="73E825EE" w14:textId="77777777" w:rsidR="00E85637" w:rsidRPr="00BD132B" w:rsidRDefault="00E85637" w:rsidP="00563808">
      <w:pPr>
        <w:framePr w:w="4479" w:h="1304" w:hRule="exact" w:wrap="around" w:vAnchor="page" w:hAnchor="page" w:x="6918" w:y="1674"/>
        <w:pBdr>
          <w:top w:val="single" w:sz="6" w:space="1" w:color="auto"/>
          <w:left w:val="single" w:sz="6" w:space="1" w:color="auto"/>
          <w:bottom w:val="single" w:sz="6" w:space="1" w:color="auto"/>
          <w:right w:val="single" w:sz="6" w:space="1" w:color="auto"/>
        </w:pBdr>
        <w:jc w:val="both"/>
        <w:rPr>
          <w:szCs w:val="24"/>
        </w:rPr>
      </w:pPr>
    </w:p>
    <w:p w14:paraId="2C0419CB" w14:textId="77777777" w:rsidR="00E85637" w:rsidRPr="00BD132B" w:rsidRDefault="00E85637" w:rsidP="00563808">
      <w:pPr>
        <w:jc w:val="both"/>
        <w:rPr>
          <w:spacing w:val="0"/>
          <w:position w:val="0"/>
          <w:szCs w:val="24"/>
        </w:rPr>
      </w:pPr>
    </w:p>
    <w:p w14:paraId="345E3DD0" w14:textId="77777777" w:rsidR="00E85637" w:rsidRPr="00BD132B" w:rsidRDefault="00E65979" w:rsidP="00563808">
      <w:pPr>
        <w:framePr w:w="9639" w:h="851" w:wrap="around" w:vAnchor="page" w:hAnchor="page" w:x="1702" w:y="625"/>
        <w:jc w:val="both"/>
        <w:rPr>
          <w:spacing w:val="0"/>
          <w:position w:val="0"/>
          <w:szCs w:val="24"/>
        </w:rPr>
      </w:pPr>
      <w:r w:rsidRPr="00BD132B">
        <w:rPr>
          <w:noProof/>
          <w:spacing w:val="0"/>
          <w:position w:val="0"/>
          <w:szCs w:val="24"/>
          <w:lang w:eastAsia="et-EE"/>
        </w:rPr>
        <w:drawing>
          <wp:inline distT="0" distB="0" distL="0" distR="0" wp14:anchorId="1E44C963" wp14:editId="4FEEAFDC">
            <wp:extent cx="6040543" cy="64071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40543" cy="640715"/>
                    </a:xfrm>
                    <a:prstGeom prst="rect">
                      <a:avLst/>
                    </a:prstGeom>
                  </pic:spPr>
                </pic:pic>
              </a:graphicData>
            </a:graphic>
          </wp:inline>
        </w:drawing>
      </w:r>
    </w:p>
    <w:p w14:paraId="1FDB0AD3" w14:textId="77777777" w:rsidR="00017232" w:rsidRPr="00BD132B" w:rsidRDefault="00017232" w:rsidP="00563808">
      <w:pPr>
        <w:jc w:val="both"/>
        <w:rPr>
          <w:szCs w:val="24"/>
        </w:rPr>
      </w:pPr>
    </w:p>
    <w:p w14:paraId="41F5D6A5" w14:textId="77777777" w:rsidR="00017232" w:rsidRPr="00BD132B" w:rsidRDefault="00017232" w:rsidP="00563808">
      <w:pPr>
        <w:jc w:val="both"/>
        <w:rPr>
          <w:szCs w:val="24"/>
        </w:rPr>
      </w:pPr>
    </w:p>
    <w:tbl>
      <w:tblPr>
        <w:tblpPr w:leftFromText="141" w:rightFromText="141" w:vertAnchor="text" w:horzAnchor="margin" w:tblpY="774"/>
        <w:tblW w:w="9526" w:type="dxa"/>
        <w:tblCellMar>
          <w:left w:w="0" w:type="dxa"/>
          <w:right w:w="0" w:type="dxa"/>
        </w:tblCellMar>
        <w:tblLook w:val="0000" w:firstRow="0" w:lastRow="0" w:firstColumn="0" w:lastColumn="0" w:noHBand="0" w:noVBand="0"/>
      </w:tblPr>
      <w:tblGrid>
        <w:gridCol w:w="5190"/>
        <w:gridCol w:w="558"/>
        <w:gridCol w:w="3778"/>
      </w:tblGrid>
      <w:tr w:rsidR="00AA02C9" w:rsidRPr="00BD132B" w14:paraId="10550E42" w14:textId="77777777" w:rsidTr="00106E3B">
        <w:trPr>
          <w:cantSplit/>
          <w:trHeight w:val="743"/>
        </w:trPr>
        <w:tc>
          <w:tcPr>
            <w:tcW w:w="5198" w:type="dxa"/>
          </w:tcPr>
          <w:p w14:paraId="26C2ED00" w14:textId="30DDFFF6" w:rsidR="000D6E23" w:rsidRPr="00BD132B" w:rsidRDefault="00DC7D7A" w:rsidP="00563808">
            <w:pPr>
              <w:jc w:val="both"/>
              <w:rPr>
                <w:szCs w:val="24"/>
              </w:rPr>
            </w:pPr>
            <w:r w:rsidRPr="00BD132B">
              <w:rPr>
                <w:szCs w:val="24"/>
              </w:rPr>
              <w:t>KLE OÜ ja MLE OÜ</w:t>
            </w:r>
          </w:p>
          <w:p w14:paraId="74EC5EB9" w14:textId="7A6B91B1" w:rsidR="00DC7D7A" w:rsidRPr="00BD132B" w:rsidRDefault="00DC7D7A" w:rsidP="00563808">
            <w:pPr>
              <w:jc w:val="both"/>
              <w:rPr>
                <w:szCs w:val="24"/>
              </w:rPr>
            </w:pPr>
            <w:r w:rsidRPr="00BD132B">
              <w:rPr>
                <w:szCs w:val="24"/>
              </w:rPr>
              <w:t>martinlaaring@hotmail.com</w:t>
            </w:r>
          </w:p>
          <w:p w14:paraId="287EFE25" w14:textId="09FB92A3" w:rsidR="001D7E93" w:rsidRPr="00BD132B" w:rsidRDefault="001D7E93" w:rsidP="00563808">
            <w:pPr>
              <w:jc w:val="both"/>
              <w:rPr>
                <w:szCs w:val="24"/>
              </w:rPr>
            </w:pPr>
          </w:p>
        </w:tc>
        <w:tc>
          <w:tcPr>
            <w:tcW w:w="542" w:type="dxa"/>
            <w:noWrap/>
          </w:tcPr>
          <w:p w14:paraId="2AE89182" w14:textId="77777777" w:rsidR="00AA02C9" w:rsidRPr="00BD132B" w:rsidRDefault="00AA02C9" w:rsidP="00563808">
            <w:pPr>
              <w:jc w:val="both"/>
              <w:rPr>
                <w:szCs w:val="24"/>
              </w:rPr>
            </w:pPr>
            <w:r w:rsidRPr="00BD132B">
              <w:rPr>
                <w:szCs w:val="24"/>
              </w:rPr>
              <w:fldChar w:fldCharType="begin">
                <w:ffData>
                  <w:name w:val=""/>
                  <w:enabled/>
                  <w:calcOnExit w:val="0"/>
                  <w:statusText w:type="text" w:val="Kui viidet ei ole, võib välja Delete-klahviga kustutada."/>
                  <w:textInput>
                    <w:default w:val="Meie"/>
                  </w:textInput>
                </w:ffData>
              </w:fldChar>
            </w:r>
            <w:r w:rsidRPr="00BD132B">
              <w:rPr>
                <w:szCs w:val="24"/>
              </w:rPr>
              <w:instrText xml:space="preserve"> FORMTEXT </w:instrText>
            </w:r>
            <w:r w:rsidRPr="00BD132B">
              <w:rPr>
                <w:szCs w:val="24"/>
              </w:rPr>
            </w:r>
            <w:r w:rsidRPr="00BD132B">
              <w:rPr>
                <w:szCs w:val="24"/>
              </w:rPr>
              <w:fldChar w:fldCharType="separate"/>
            </w:r>
            <w:r w:rsidRPr="00BD132B">
              <w:rPr>
                <w:noProof/>
                <w:szCs w:val="24"/>
              </w:rPr>
              <w:t>Meie</w:t>
            </w:r>
            <w:r w:rsidRPr="00BD132B">
              <w:rPr>
                <w:szCs w:val="24"/>
              </w:rPr>
              <w:fldChar w:fldCharType="end"/>
            </w:r>
          </w:p>
        </w:tc>
        <w:tc>
          <w:tcPr>
            <w:tcW w:w="3786" w:type="dxa"/>
            <w:tcMar>
              <w:left w:w="85" w:type="dxa"/>
            </w:tcMar>
          </w:tcPr>
          <w:p w14:paraId="48BF767F" w14:textId="77777777" w:rsidR="00D1053E" w:rsidRPr="00BD132B" w:rsidRDefault="00AA02C9" w:rsidP="00563808">
            <w:pPr>
              <w:jc w:val="both"/>
              <w:rPr>
                <w:color w:val="000000"/>
                <w:szCs w:val="24"/>
                <w:shd w:val="clear" w:color="auto" w:fill="FFFFFF"/>
              </w:rPr>
            </w:pPr>
            <w:r w:rsidRPr="00BD132B">
              <w:rPr>
                <w:szCs w:val="24"/>
              </w:rPr>
              <w:t>(digi</w:t>
            </w:r>
            <w:r w:rsidR="007508E7" w:rsidRPr="00BD132B">
              <w:rPr>
                <w:szCs w:val="24"/>
              </w:rPr>
              <w:t>ta</w:t>
            </w:r>
            <w:r w:rsidRPr="00BD132B">
              <w:rPr>
                <w:szCs w:val="24"/>
              </w:rPr>
              <w:t>al</w:t>
            </w:r>
            <w:r w:rsidR="007508E7" w:rsidRPr="00BD132B">
              <w:rPr>
                <w:szCs w:val="24"/>
              </w:rPr>
              <w:t>allkirja</w:t>
            </w:r>
            <w:r w:rsidRPr="00BD132B">
              <w:rPr>
                <w:szCs w:val="24"/>
              </w:rPr>
              <w:t xml:space="preserve"> kuupäev) nr </w:t>
            </w:r>
            <w:r w:rsidR="00D1053E" w:rsidRPr="00BD132B">
              <w:rPr>
                <w:color w:val="000000"/>
                <w:szCs w:val="24"/>
                <w:shd w:val="clear" w:color="auto" w:fill="FFFFFF"/>
              </w:rPr>
              <w:t xml:space="preserve"> </w:t>
            </w:r>
          </w:p>
          <w:p w14:paraId="5110E604" w14:textId="08487B58" w:rsidR="00AA02C9" w:rsidRPr="00BD132B" w:rsidRDefault="0068022E" w:rsidP="00563808">
            <w:pPr>
              <w:jc w:val="both"/>
              <w:rPr>
                <w:szCs w:val="24"/>
              </w:rPr>
            </w:pPr>
            <w:r w:rsidRPr="00BD132B">
              <w:rPr>
                <w:color w:val="000000"/>
                <w:szCs w:val="24"/>
                <w:shd w:val="clear" w:color="auto" w:fill="FFFFFF"/>
              </w:rPr>
              <w:t>1-18/2025/76</w:t>
            </w:r>
          </w:p>
        </w:tc>
      </w:tr>
    </w:tbl>
    <w:p w14:paraId="003B8519" w14:textId="77777777" w:rsidR="00017232" w:rsidRPr="00BD132B" w:rsidRDefault="00017232" w:rsidP="00563808">
      <w:pPr>
        <w:jc w:val="both"/>
        <w:rPr>
          <w:szCs w:val="24"/>
        </w:rPr>
      </w:pPr>
    </w:p>
    <w:p w14:paraId="3B0B4119" w14:textId="77777777" w:rsidR="00017232" w:rsidRPr="00BD132B" w:rsidRDefault="00017232" w:rsidP="00563808">
      <w:pPr>
        <w:jc w:val="both"/>
        <w:rPr>
          <w:szCs w:val="24"/>
        </w:rPr>
      </w:pPr>
    </w:p>
    <w:p w14:paraId="4E755892" w14:textId="5CBADA27" w:rsidR="000035E0" w:rsidRPr="00BD132B" w:rsidRDefault="00695CD6" w:rsidP="000C01CB">
      <w:pPr>
        <w:jc w:val="both"/>
      </w:pPr>
      <w:r w:rsidRPr="1AD61922">
        <w:rPr>
          <w:b/>
        </w:rPr>
        <w:t xml:space="preserve">Avaldus lepingu </w:t>
      </w:r>
      <w:r w:rsidR="00A156B5" w:rsidRPr="1AD61922">
        <w:rPr>
          <w:b/>
        </w:rPr>
        <w:t>ülesütlemiseks</w:t>
      </w:r>
    </w:p>
    <w:p w14:paraId="12CC089A" w14:textId="77777777" w:rsidR="00173F68" w:rsidRPr="00BD132B" w:rsidRDefault="00173F68" w:rsidP="000C01CB">
      <w:pPr>
        <w:jc w:val="both"/>
        <w:rPr>
          <w:szCs w:val="24"/>
        </w:rPr>
      </w:pPr>
    </w:p>
    <w:p w14:paraId="230E34F7" w14:textId="3C1D4D33" w:rsidR="0028119E" w:rsidRPr="0002178E" w:rsidRDefault="00DC7D7A" w:rsidP="000C01CB">
      <w:pPr>
        <w:jc w:val="both"/>
        <w:rPr>
          <w:szCs w:val="24"/>
        </w:rPr>
      </w:pPr>
      <w:r w:rsidRPr="0002178E">
        <w:rPr>
          <w:szCs w:val="24"/>
        </w:rPr>
        <w:t xml:space="preserve">KLE OÜ ja MLE OÜ </w:t>
      </w:r>
      <w:r w:rsidR="0028119E" w:rsidRPr="0002178E">
        <w:rPr>
          <w:szCs w:val="24"/>
        </w:rPr>
        <w:t>(edaspidi töövõtja) ja RMK vahel on sõlmitud töövõtuleping nr</w:t>
      </w:r>
      <w:r w:rsidR="000C01CB" w:rsidRPr="0002178E">
        <w:rPr>
          <w:szCs w:val="24"/>
        </w:rPr>
        <w:t xml:space="preserve"> </w:t>
      </w:r>
      <w:r w:rsidRPr="0002178E">
        <w:rPr>
          <w:szCs w:val="24"/>
        </w:rPr>
        <w:t>1-18/2025/76</w:t>
      </w:r>
      <w:r w:rsidR="002F292A" w:rsidRPr="0002178E">
        <w:rPr>
          <w:szCs w:val="24"/>
        </w:rPr>
        <w:t xml:space="preserve"> </w:t>
      </w:r>
      <w:r w:rsidR="0028119E" w:rsidRPr="0002178E">
        <w:rPr>
          <w:szCs w:val="24"/>
        </w:rPr>
        <w:t xml:space="preserve">(edaspidi leping). Lepingu alusel </w:t>
      </w:r>
      <w:r w:rsidR="00454D8C" w:rsidRPr="0002178E">
        <w:rPr>
          <w:szCs w:val="24"/>
        </w:rPr>
        <w:t>sõlmit</w:t>
      </w:r>
      <w:r w:rsidR="00124045" w:rsidRPr="0002178E">
        <w:rPr>
          <w:szCs w:val="24"/>
        </w:rPr>
        <w:t>i</w:t>
      </w:r>
      <w:r w:rsidR="0028119E" w:rsidRPr="0002178E">
        <w:rPr>
          <w:szCs w:val="24"/>
        </w:rPr>
        <w:t xml:space="preserve"> </w:t>
      </w:r>
      <w:r w:rsidR="3BE29DE9" w:rsidRPr="0002178E">
        <w:rPr>
          <w:szCs w:val="24"/>
        </w:rPr>
        <w:t>14</w:t>
      </w:r>
      <w:r w:rsidR="00A44ED1" w:rsidRPr="0002178E">
        <w:rPr>
          <w:szCs w:val="24"/>
        </w:rPr>
        <w:t>.0</w:t>
      </w:r>
      <w:r w:rsidR="09390B8B" w:rsidRPr="0002178E">
        <w:rPr>
          <w:szCs w:val="24"/>
        </w:rPr>
        <w:t>4</w:t>
      </w:r>
      <w:r w:rsidR="00A44ED1" w:rsidRPr="0002178E">
        <w:rPr>
          <w:szCs w:val="24"/>
        </w:rPr>
        <w:t>.202</w:t>
      </w:r>
      <w:r w:rsidR="77E4A412" w:rsidRPr="0002178E">
        <w:rPr>
          <w:szCs w:val="24"/>
        </w:rPr>
        <w:t>5</w:t>
      </w:r>
      <w:r w:rsidR="0028119E" w:rsidRPr="0002178E">
        <w:rPr>
          <w:szCs w:val="24"/>
        </w:rPr>
        <w:t xml:space="preserve"> poolte vahel tööajagraafik, mille </w:t>
      </w:r>
      <w:r w:rsidR="00124045" w:rsidRPr="0002178E">
        <w:rPr>
          <w:szCs w:val="24"/>
        </w:rPr>
        <w:t>kohaselt</w:t>
      </w:r>
      <w:r w:rsidR="0028119E" w:rsidRPr="0002178E">
        <w:rPr>
          <w:szCs w:val="24"/>
        </w:rPr>
        <w:t xml:space="preserve"> on töövõtja kohustatud teostama töid graafikus üleantud mahus.</w:t>
      </w:r>
    </w:p>
    <w:p w14:paraId="4C9E689F" w14:textId="77777777" w:rsidR="0028119E" w:rsidRPr="0002178E" w:rsidRDefault="0028119E" w:rsidP="000C01CB">
      <w:pPr>
        <w:jc w:val="both"/>
        <w:rPr>
          <w:szCs w:val="24"/>
        </w:rPr>
      </w:pPr>
    </w:p>
    <w:p w14:paraId="0E2881DE" w14:textId="7A555AEC" w:rsidR="004217F5" w:rsidRPr="0002178E" w:rsidRDefault="005355C7" w:rsidP="5757CA2C">
      <w:pPr>
        <w:jc w:val="both"/>
        <w:rPr>
          <w:szCs w:val="24"/>
        </w:rPr>
      </w:pPr>
      <w:r w:rsidRPr="0002178E">
        <w:rPr>
          <w:szCs w:val="24"/>
        </w:rPr>
        <w:t xml:space="preserve">2025 aasta </w:t>
      </w:r>
      <w:r w:rsidR="30CE0449" w:rsidRPr="0002178E">
        <w:rPr>
          <w:szCs w:val="24"/>
        </w:rPr>
        <w:t>16.</w:t>
      </w:r>
      <w:r w:rsidR="00352350" w:rsidRPr="0002178E">
        <w:rPr>
          <w:szCs w:val="24"/>
        </w:rPr>
        <w:t xml:space="preserve"> </w:t>
      </w:r>
      <w:r w:rsidR="30CE0449" w:rsidRPr="0002178E">
        <w:rPr>
          <w:szCs w:val="24"/>
        </w:rPr>
        <w:t>nädala</w:t>
      </w:r>
      <w:r w:rsidR="1FBE41BD" w:rsidRPr="0002178E">
        <w:rPr>
          <w:szCs w:val="24"/>
        </w:rPr>
        <w:t xml:space="preserve"> iga tööpäeva lõpus</w:t>
      </w:r>
      <w:r w:rsidR="30CE0449" w:rsidRPr="0002178E">
        <w:rPr>
          <w:szCs w:val="24"/>
        </w:rPr>
        <w:t xml:space="preserve"> </w:t>
      </w:r>
      <w:r w:rsidR="00CB760A" w:rsidRPr="0002178E">
        <w:rPr>
          <w:szCs w:val="24"/>
        </w:rPr>
        <w:t xml:space="preserve">kontrollis RMK esindaja töövõtjale üleantud </w:t>
      </w:r>
      <w:r w:rsidR="0F4BAB7C" w:rsidRPr="0002178E">
        <w:rPr>
          <w:szCs w:val="24"/>
        </w:rPr>
        <w:t>töid ja mahtusid</w:t>
      </w:r>
      <w:r w:rsidR="00CB760A" w:rsidRPr="0002178E">
        <w:rPr>
          <w:szCs w:val="24"/>
        </w:rPr>
        <w:t xml:space="preserve">, mille käigus tuvastati, et töövõtja ei ole </w:t>
      </w:r>
      <w:r w:rsidR="263B0070" w:rsidRPr="0002178E">
        <w:rPr>
          <w:szCs w:val="24"/>
        </w:rPr>
        <w:t>täitnud</w:t>
      </w:r>
      <w:r w:rsidR="00CB760A" w:rsidRPr="0002178E">
        <w:rPr>
          <w:szCs w:val="24"/>
        </w:rPr>
        <w:t xml:space="preserve"> omapoolseid kohustusi </w:t>
      </w:r>
      <w:r w:rsidR="371DFDCD" w:rsidRPr="0002178E">
        <w:rPr>
          <w:szCs w:val="24"/>
        </w:rPr>
        <w:t>kokkulepitud mahus</w:t>
      </w:r>
      <w:r w:rsidR="00FE4DB6" w:rsidRPr="0002178E">
        <w:rPr>
          <w:szCs w:val="24"/>
        </w:rPr>
        <w:t xml:space="preserve">. </w:t>
      </w:r>
      <w:r w:rsidR="009D5CDE" w:rsidRPr="0002178E">
        <w:rPr>
          <w:szCs w:val="24"/>
        </w:rPr>
        <w:t xml:space="preserve">RMK andis </w:t>
      </w:r>
      <w:r w:rsidR="001660AF" w:rsidRPr="0002178E">
        <w:rPr>
          <w:szCs w:val="24"/>
        </w:rPr>
        <w:t xml:space="preserve">töövõtjale </w:t>
      </w:r>
      <w:r w:rsidR="0090292F" w:rsidRPr="0002178E">
        <w:rPr>
          <w:szCs w:val="24"/>
        </w:rPr>
        <w:t xml:space="preserve">teostamata töö mahtude täitmiseks </w:t>
      </w:r>
      <w:r w:rsidR="00820B26" w:rsidRPr="0002178E">
        <w:rPr>
          <w:szCs w:val="24"/>
        </w:rPr>
        <w:t>tähtaja</w:t>
      </w:r>
      <w:r w:rsidR="00FE4DB6" w:rsidRPr="0002178E">
        <w:rPr>
          <w:szCs w:val="24"/>
        </w:rPr>
        <w:t xml:space="preserve"> </w:t>
      </w:r>
      <w:r w:rsidR="3FD0D668" w:rsidRPr="0002178E">
        <w:rPr>
          <w:szCs w:val="24"/>
        </w:rPr>
        <w:t>2</w:t>
      </w:r>
      <w:r w:rsidR="6D5C115B" w:rsidRPr="0002178E">
        <w:rPr>
          <w:szCs w:val="24"/>
        </w:rPr>
        <w:t>4</w:t>
      </w:r>
      <w:r w:rsidR="00EA3E2E" w:rsidRPr="0002178E">
        <w:rPr>
          <w:szCs w:val="24"/>
        </w:rPr>
        <w:t>.04.202</w:t>
      </w:r>
      <w:r w:rsidR="0FD4875A" w:rsidRPr="0002178E">
        <w:rPr>
          <w:szCs w:val="24"/>
        </w:rPr>
        <w:t>5.</w:t>
      </w:r>
      <w:r w:rsidR="00CB760A" w:rsidRPr="0002178E">
        <w:rPr>
          <w:szCs w:val="24"/>
        </w:rPr>
        <w:t xml:space="preserve"> </w:t>
      </w:r>
    </w:p>
    <w:p w14:paraId="77749C83" w14:textId="0EA55699" w:rsidR="004217F5" w:rsidRPr="0002178E" w:rsidRDefault="1F3AD16F" w:rsidP="5757CA2C">
      <w:pPr>
        <w:jc w:val="both"/>
        <w:rPr>
          <w:szCs w:val="24"/>
        </w:rPr>
      </w:pPr>
      <w:r w:rsidRPr="0002178E">
        <w:rPr>
          <w:szCs w:val="24"/>
        </w:rPr>
        <w:t>2</w:t>
      </w:r>
      <w:r w:rsidR="488FC594" w:rsidRPr="0002178E">
        <w:rPr>
          <w:szCs w:val="24"/>
        </w:rPr>
        <w:t>4</w:t>
      </w:r>
      <w:r w:rsidR="004217F5" w:rsidRPr="0002178E">
        <w:rPr>
          <w:szCs w:val="24"/>
        </w:rPr>
        <w:t>.0</w:t>
      </w:r>
      <w:r w:rsidR="444730AE" w:rsidRPr="0002178E">
        <w:rPr>
          <w:szCs w:val="24"/>
        </w:rPr>
        <w:t>4</w:t>
      </w:r>
      <w:r w:rsidR="004217F5" w:rsidRPr="0002178E">
        <w:rPr>
          <w:szCs w:val="24"/>
        </w:rPr>
        <w:t>.202</w:t>
      </w:r>
      <w:r w:rsidR="6BF48BAD" w:rsidRPr="0002178E">
        <w:rPr>
          <w:szCs w:val="24"/>
        </w:rPr>
        <w:t>5</w:t>
      </w:r>
      <w:r w:rsidR="004217F5" w:rsidRPr="0002178E">
        <w:rPr>
          <w:szCs w:val="24"/>
        </w:rPr>
        <w:t xml:space="preserve"> </w:t>
      </w:r>
      <w:r w:rsidR="00F45F40" w:rsidRPr="0002178E">
        <w:rPr>
          <w:szCs w:val="24"/>
        </w:rPr>
        <w:t xml:space="preserve">tööpäeva lõpus </w:t>
      </w:r>
      <w:r w:rsidR="004217F5" w:rsidRPr="0002178E">
        <w:rPr>
          <w:szCs w:val="24"/>
        </w:rPr>
        <w:t>kontrollis RMK esindaja töövõtjale üleantud</w:t>
      </w:r>
      <w:r w:rsidR="7D75AF29" w:rsidRPr="0002178E">
        <w:rPr>
          <w:szCs w:val="24"/>
        </w:rPr>
        <w:t xml:space="preserve"> töid ja mahtusid</w:t>
      </w:r>
      <w:r w:rsidR="004217F5" w:rsidRPr="0002178E">
        <w:rPr>
          <w:szCs w:val="24"/>
        </w:rPr>
        <w:t xml:space="preserve">, mille käigus tuvastati, et töövõtja ei </w:t>
      </w:r>
      <w:r w:rsidR="00F45F40" w:rsidRPr="0002178E">
        <w:rPr>
          <w:szCs w:val="24"/>
        </w:rPr>
        <w:t>ole jätkuvalt te</w:t>
      </w:r>
      <w:r w:rsidR="00600C91" w:rsidRPr="0002178E">
        <w:rPr>
          <w:szCs w:val="24"/>
        </w:rPr>
        <w:t>inud tööd</w:t>
      </w:r>
      <w:r w:rsidR="00F45F40" w:rsidRPr="0002178E">
        <w:rPr>
          <w:szCs w:val="24"/>
        </w:rPr>
        <w:t xml:space="preserve"> </w:t>
      </w:r>
      <w:r w:rsidR="2331E538" w:rsidRPr="0002178E">
        <w:rPr>
          <w:szCs w:val="24"/>
        </w:rPr>
        <w:t xml:space="preserve">kokkulepitud </w:t>
      </w:r>
      <w:r w:rsidR="00F45F40" w:rsidRPr="0002178E">
        <w:rPr>
          <w:szCs w:val="24"/>
        </w:rPr>
        <w:t>mahus</w:t>
      </w:r>
      <w:r w:rsidR="2331E538" w:rsidRPr="0002178E">
        <w:rPr>
          <w:szCs w:val="24"/>
        </w:rPr>
        <w:t>.</w:t>
      </w:r>
      <w:r w:rsidR="004217F5" w:rsidRPr="0002178E">
        <w:rPr>
          <w:szCs w:val="24"/>
        </w:rPr>
        <w:t xml:space="preserve"> </w:t>
      </w:r>
      <w:r w:rsidR="3734FB17" w:rsidRPr="0002178E">
        <w:rPr>
          <w:szCs w:val="24"/>
        </w:rPr>
        <w:t>24</w:t>
      </w:r>
      <w:r w:rsidR="004217F5" w:rsidRPr="0002178E">
        <w:rPr>
          <w:szCs w:val="24"/>
        </w:rPr>
        <w:t>.0</w:t>
      </w:r>
      <w:r w:rsidR="2EA37668" w:rsidRPr="0002178E">
        <w:rPr>
          <w:szCs w:val="24"/>
        </w:rPr>
        <w:t>4</w:t>
      </w:r>
      <w:r w:rsidR="004217F5" w:rsidRPr="0002178E">
        <w:rPr>
          <w:szCs w:val="24"/>
        </w:rPr>
        <w:t>.202</w:t>
      </w:r>
      <w:r w:rsidR="3EB0ABC7" w:rsidRPr="0002178E">
        <w:rPr>
          <w:szCs w:val="24"/>
        </w:rPr>
        <w:t>5</w:t>
      </w:r>
      <w:r w:rsidR="004217F5" w:rsidRPr="0002178E">
        <w:rPr>
          <w:szCs w:val="24"/>
        </w:rPr>
        <w:t xml:space="preserve"> edastas RMK töövõtjale täiendava tähtaja tööde teostamiseks, millega määrati tööde teostamiseks uus tähtaeg </w:t>
      </w:r>
      <w:r w:rsidR="55CDE6DF" w:rsidRPr="0002178E">
        <w:rPr>
          <w:szCs w:val="24"/>
        </w:rPr>
        <w:t>28</w:t>
      </w:r>
      <w:r w:rsidR="004217F5" w:rsidRPr="0002178E">
        <w:rPr>
          <w:szCs w:val="24"/>
        </w:rPr>
        <w:t>.0</w:t>
      </w:r>
      <w:r w:rsidR="1D63E97C" w:rsidRPr="0002178E">
        <w:rPr>
          <w:szCs w:val="24"/>
        </w:rPr>
        <w:t>4</w:t>
      </w:r>
      <w:r w:rsidR="004217F5" w:rsidRPr="0002178E">
        <w:rPr>
          <w:szCs w:val="24"/>
        </w:rPr>
        <w:t>.202</w:t>
      </w:r>
      <w:r w:rsidR="27254177" w:rsidRPr="0002178E">
        <w:rPr>
          <w:szCs w:val="24"/>
        </w:rPr>
        <w:t>5.</w:t>
      </w:r>
    </w:p>
    <w:p w14:paraId="26B33031" w14:textId="3B6D2BC9" w:rsidR="27254177" w:rsidRPr="0002178E" w:rsidRDefault="27254177" w:rsidP="5757CA2C">
      <w:pPr>
        <w:jc w:val="both"/>
        <w:rPr>
          <w:szCs w:val="24"/>
        </w:rPr>
      </w:pPr>
      <w:r w:rsidRPr="0002178E">
        <w:rPr>
          <w:szCs w:val="24"/>
        </w:rPr>
        <w:t>28.04.2025 teavitas töövõtja, et ta ei suuda lepinguga võetud kohustusi täita ning soovib lepingust loobuda.</w:t>
      </w:r>
    </w:p>
    <w:p w14:paraId="4FA543D3" w14:textId="77777777" w:rsidR="004217F5" w:rsidRPr="0002178E" w:rsidRDefault="004217F5" w:rsidP="004217F5">
      <w:pPr>
        <w:jc w:val="both"/>
        <w:rPr>
          <w:szCs w:val="24"/>
        </w:rPr>
      </w:pPr>
    </w:p>
    <w:p w14:paraId="1227E7C5" w14:textId="0CA4A147" w:rsidR="004217F5" w:rsidRPr="0002178E" w:rsidRDefault="59AF79C4" w:rsidP="5757CA2C">
      <w:pPr>
        <w:jc w:val="both"/>
        <w:rPr>
          <w:szCs w:val="24"/>
        </w:rPr>
      </w:pPr>
      <w:r w:rsidRPr="0002178E">
        <w:rPr>
          <w:szCs w:val="24"/>
        </w:rPr>
        <w:t>28</w:t>
      </w:r>
      <w:r w:rsidR="004217F5" w:rsidRPr="0002178E">
        <w:rPr>
          <w:szCs w:val="24"/>
        </w:rPr>
        <w:t>.0</w:t>
      </w:r>
      <w:r w:rsidR="770A229D" w:rsidRPr="0002178E">
        <w:rPr>
          <w:szCs w:val="24"/>
        </w:rPr>
        <w:t>4</w:t>
      </w:r>
      <w:r w:rsidR="004217F5" w:rsidRPr="0002178E">
        <w:rPr>
          <w:szCs w:val="24"/>
        </w:rPr>
        <w:t>.202</w:t>
      </w:r>
      <w:r w:rsidR="6C69BC6D" w:rsidRPr="0002178E">
        <w:rPr>
          <w:szCs w:val="24"/>
        </w:rPr>
        <w:t>5</w:t>
      </w:r>
      <w:r w:rsidR="004217F5" w:rsidRPr="0002178E">
        <w:rPr>
          <w:szCs w:val="24"/>
        </w:rPr>
        <w:t xml:space="preserve"> teostasid RMK esindajad täiendavat kontrolli töövõtja tehtud tööde osas, mille käigus tuvastati, et töövõtja ei ole omapoolseid kohustusi</w:t>
      </w:r>
      <w:r w:rsidR="00A86CD1" w:rsidRPr="0002178E">
        <w:rPr>
          <w:szCs w:val="24"/>
        </w:rPr>
        <w:t xml:space="preserve"> jätkuvalt</w:t>
      </w:r>
      <w:r w:rsidR="004217F5" w:rsidRPr="0002178E">
        <w:rPr>
          <w:szCs w:val="24"/>
        </w:rPr>
        <w:t xml:space="preserve"> </w:t>
      </w:r>
      <w:r w:rsidR="00BD132B" w:rsidRPr="0002178E">
        <w:rPr>
          <w:szCs w:val="24"/>
        </w:rPr>
        <w:t xml:space="preserve">nõutud mahus </w:t>
      </w:r>
      <w:r w:rsidR="004217F5" w:rsidRPr="0002178E">
        <w:rPr>
          <w:szCs w:val="24"/>
        </w:rPr>
        <w:t>täitnud</w:t>
      </w:r>
      <w:r w:rsidR="00BD132B" w:rsidRPr="0002178E">
        <w:rPr>
          <w:szCs w:val="24"/>
        </w:rPr>
        <w:t>, kuigi RMK andis korduvalt lisatähtaegasid töö teostamiseks</w:t>
      </w:r>
      <w:r w:rsidR="004217F5" w:rsidRPr="0002178E">
        <w:rPr>
          <w:szCs w:val="24"/>
        </w:rPr>
        <w:t xml:space="preserve">. </w:t>
      </w:r>
    </w:p>
    <w:p w14:paraId="729033C3" w14:textId="77777777" w:rsidR="00F30737" w:rsidRPr="00BD132B" w:rsidRDefault="00F30737" w:rsidP="00F30737">
      <w:pPr>
        <w:jc w:val="both"/>
        <w:rPr>
          <w:szCs w:val="24"/>
        </w:rPr>
      </w:pPr>
    </w:p>
    <w:p w14:paraId="12E6482B" w14:textId="7152BCA6" w:rsidR="00F30737" w:rsidRPr="00BD132B" w:rsidRDefault="00F30737" w:rsidP="00EE0CC0">
      <w:pPr>
        <w:jc w:val="both"/>
        <w:rPr>
          <w:szCs w:val="24"/>
        </w:rPr>
      </w:pPr>
      <w:r w:rsidRPr="00BD132B">
        <w:rPr>
          <w:szCs w:val="24"/>
        </w:rPr>
        <w:t xml:space="preserve">Lepingu p </w:t>
      </w:r>
      <w:r w:rsidR="00CC38B6" w:rsidRPr="00BD132B">
        <w:rPr>
          <w:szCs w:val="24"/>
        </w:rPr>
        <w:t xml:space="preserve">9.4. ja </w:t>
      </w:r>
      <w:r w:rsidR="004632D9" w:rsidRPr="00BD132B">
        <w:rPr>
          <w:szCs w:val="24"/>
        </w:rPr>
        <w:t>9.5</w:t>
      </w:r>
      <w:r w:rsidRPr="00BD132B">
        <w:rPr>
          <w:szCs w:val="24"/>
        </w:rPr>
        <w:t xml:space="preserve"> kohaselt on õigus leping üles öelda ilma etteteatamisajata ennetähtaegselt juhul, </w:t>
      </w:r>
      <w:r w:rsidR="00EE0CC0" w:rsidRPr="00BD132B">
        <w:rPr>
          <w:szCs w:val="24"/>
        </w:rPr>
        <w:t xml:space="preserve">kui töövõtja tegevuse või tegevusetuse tõttu ei ole suudetud kooskõlastada tööde alguse kuupäeva või on hilinetud alguse kuupäevaks kirjeldatud tööde alustamisega enam kui 3 (kolm) kalendripäev või </w:t>
      </w:r>
      <w:r w:rsidR="00CC38B6" w:rsidRPr="00BD132B">
        <w:rPr>
          <w:szCs w:val="24"/>
        </w:rPr>
        <w:t>kui töövõtja ei täida lepinguga endale võetud kohustusi, sealhulgas kui töövõtja ei teosta tööjõu vajaduse graafikuga kokku lepitud tööpäevade kaupa taimede koguse välja võtmist, sorteerimist ja pakendamist</w:t>
      </w:r>
      <w:r w:rsidRPr="00BD132B">
        <w:rPr>
          <w:szCs w:val="24"/>
        </w:rPr>
        <w:t>.</w:t>
      </w:r>
    </w:p>
    <w:p w14:paraId="5989CB5F" w14:textId="77777777" w:rsidR="007628EA" w:rsidRPr="00BD132B" w:rsidRDefault="007628EA" w:rsidP="000C01CB">
      <w:pPr>
        <w:jc w:val="both"/>
        <w:rPr>
          <w:szCs w:val="24"/>
        </w:rPr>
      </w:pPr>
    </w:p>
    <w:p w14:paraId="014EA546" w14:textId="6780580D" w:rsidR="00673C4B" w:rsidRPr="00BD132B" w:rsidRDefault="00673C4B" w:rsidP="000C01CB">
      <w:pPr>
        <w:jc w:val="both"/>
        <w:rPr>
          <w:szCs w:val="24"/>
        </w:rPr>
      </w:pPr>
      <w:r w:rsidRPr="00BD132B">
        <w:rPr>
          <w:szCs w:val="24"/>
        </w:rPr>
        <w:t>VÕS § 196 lg 1 kohaselt võib kestvuslepingu kumbki lepingupool mõjuval põhjusel etteteatamistähtaega järgimata üles öelda, eelkõige kui ülesütlevalt lepingupoolelt ei või kõiki</w:t>
      </w:r>
      <w:r w:rsidR="000C01CB" w:rsidRPr="00BD132B">
        <w:rPr>
          <w:szCs w:val="24"/>
        </w:rPr>
        <w:t xml:space="preserve"> </w:t>
      </w:r>
      <w:r w:rsidRPr="00BD132B">
        <w:rPr>
          <w:szCs w:val="24"/>
        </w:rPr>
        <w:t>asjaolusid ja mõlemapoolset huvi arvestades mõistlikult nõuda lepingu jätkamist kuni kokkulepitud tähtpäevani või etteteatamistähtaja lõppemiseni (erakorraline ülesütlemine).</w:t>
      </w:r>
    </w:p>
    <w:p w14:paraId="16455FB6" w14:textId="77777777" w:rsidR="00673C4B" w:rsidRPr="00BD132B" w:rsidRDefault="00673C4B" w:rsidP="000C01CB">
      <w:pPr>
        <w:jc w:val="both"/>
        <w:rPr>
          <w:szCs w:val="24"/>
        </w:rPr>
      </w:pPr>
    </w:p>
    <w:p w14:paraId="144DBAB5" w14:textId="3F901A15" w:rsidR="00E855F8" w:rsidRPr="00BD132B" w:rsidRDefault="00673C4B" w:rsidP="000C01CB">
      <w:pPr>
        <w:jc w:val="both"/>
        <w:rPr>
          <w:szCs w:val="24"/>
        </w:rPr>
      </w:pPr>
      <w:r w:rsidRPr="00BD132B">
        <w:rPr>
          <w:szCs w:val="24"/>
        </w:rPr>
        <w:t>VÕS § 196 lg 2 kohaselt kui mõjuv põhjus seisneb selles, et teine lepingupool rikub lepingulist kohustust, võib lepingu üles öelda alles pärast kohustuse rikkumise lõpetamiseks määratud mõistliku tähtaja tulemusteta lõppemist. Tähtaja määramine ei ole vajalik VÕS § 116 lõike 2 punktides 2–4 sätestatud juhtudel.</w:t>
      </w:r>
    </w:p>
    <w:p w14:paraId="00783402" w14:textId="77777777" w:rsidR="00673C4B" w:rsidRPr="00BD132B" w:rsidRDefault="00673C4B" w:rsidP="000C01CB">
      <w:pPr>
        <w:jc w:val="both"/>
        <w:rPr>
          <w:szCs w:val="24"/>
        </w:rPr>
      </w:pPr>
    </w:p>
    <w:p w14:paraId="224852D8" w14:textId="62B16765" w:rsidR="0063298E" w:rsidRPr="00BD132B" w:rsidRDefault="00E95BAD" w:rsidP="01600EA1">
      <w:pPr>
        <w:jc w:val="both"/>
        <w:rPr>
          <w:b/>
          <w:bCs/>
        </w:rPr>
      </w:pPr>
      <w:r w:rsidRPr="01600EA1">
        <w:rPr>
          <w:b/>
          <w:bCs/>
        </w:rPr>
        <w:lastRenderedPageBreak/>
        <w:t xml:space="preserve">RMK avaldab, et ütleb lepingu nr </w:t>
      </w:r>
      <w:r w:rsidR="00245973" w:rsidRPr="01600EA1">
        <w:rPr>
          <w:b/>
          <w:bCs/>
        </w:rPr>
        <w:t xml:space="preserve">1-18/2025/76 </w:t>
      </w:r>
      <w:r w:rsidRPr="01600EA1">
        <w:rPr>
          <w:b/>
          <w:bCs/>
        </w:rPr>
        <w:t>erakorraliselt üles lepingu punkti</w:t>
      </w:r>
      <w:r w:rsidR="00C759EC" w:rsidRPr="01600EA1">
        <w:rPr>
          <w:b/>
          <w:bCs/>
        </w:rPr>
        <w:t xml:space="preserve"> 9</w:t>
      </w:r>
      <w:r w:rsidRPr="01600EA1">
        <w:rPr>
          <w:b/>
          <w:bCs/>
        </w:rPr>
        <w:t>.</w:t>
      </w:r>
      <w:r w:rsidR="00C759EC" w:rsidRPr="01600EA1">
        <w:rPr>
          <w:b/>
          <w:bCs/>
        </w:rPr>
        <w:t>5</w:t>
      </w:r>
      <w:r w:rsidR="00F30737" w:rsidRPr="01600EA1">
        <w:rPr>
          <w:b/>
          <w:bCs/>
        </w:rPr>
        <w:t xml:space="preserve"> </w:t>
      </w:r>
      <w:r w:rsidRPr="01600EA1">
        <w:rPr>
          <w:b/>
          <w:bCs/>
        </w:rPr>
        <w:t xml:space="preserve">ning VÕS § 196 lg 1 ja 2 alusel. Leping lõpeb käesoleva avalduse </w:t>
      </w:r>
      <w:r w:rsidR="00C759EC" w:rsidRPr="01600EA1">
        <w:rPr>
          <w:b/>
          <w:bCs/>
        </w:rPr>
        <w:t>töövõtja</w:t>
      </w:r>
      <w:r w:rsidR="0071263C">
        <w:t xml:space="preserve"> </w:t>
      </w:r>
      <w:r w:rsidR="006D6086" w:rsidRPr="01600EA1">
        <w:rPr>
          <w:b/>
          <w:bCs/>
        </w:rPr>
        <w:t>ametliku e-posti aadressile</w:t>
      </w:r>
      <w:r w:rsidR="00AE3BB3" w:rsidRPr="01600EA1">
        <w:rPr>
          <w:b/>
          <w:bCs/>
        </w:rPr>
        <w:t xml:space="preserve"> </w:t>
      </w:r>
      <w:r w:rsidR="00C759EC" w:rsidRPr="01600EA1">
        <w:rPr>
          <w:b/>
          <w:bCs/>
        </w:rPr>
        <w:t>martinlaaring@hotmail.com</w:t>
      </w:r>
      <w:r w:rsidR="00656799" w:rsidRPr="01600EA1">
        <w:rPr>
          <w:b/>
          <w:bCs/>
        </w:rPr>
        <w:t xml:space="preserve"> </w:t>
      </w:r>
      <w:r w:rsidR="006D6086" w:rsidRPr="01600EA1">
        <w:rPr>
          <w:b/>
          <w:bCs/>
        </w:rPr>
        <w:t>saatmise hetkest</w:t>
      </w:r>
      <w:r w:rsidRPr="01600EA1">
        <w:rPr>
          <w:b/>
          <w:bCs/>
        </w:rPr>
        <w:t>.</w:t>
      </w:r>
      <w:r w:rsidR="00F30737" w:rsidRPr="01600EA1">
        <w:rPr>
          <w:b/>
          <w:bCs/>
        </w:rPr>
        <w:t xml:space="preserve"> </w:t>
      </w:r>
      <w:r w:rsidR="00F30737">
        <w:t xml:space="preserve">Lepingu p </w:t>
      </w:r>
      <w:r w:rsidR="002E52C7">
        <w:t>10</w:t>
      </w:r>
      <w:r w:rsidR="00F30737">
        <w:t xml:space="preserve">.2 kohaselt loetakse e-kirja teel edastatud teated </w:t>
      </w:r>
      <w:proofErr w:type="spellStart"/>
      <w:r w:rsidR="00F30737">
        <w:t>kättesaaduks</w:t>
      </w:r>
      <w:proofErr w:type="spellEnd"/>
      <w:r w:rsidR="00F30737">
        <w:t xml:space="preserve"> alates teate edastamisele järgnevast tööpäevast.</w:t>
      </w:r>
    </w:p>
    <w:p w14:paraId="0F3AACE1" w14:textId="4F5B3FC0" w:rsidR="000E77C2" w:rsidRPr="00BD132B" w:rsidRDefault="00A13A8D" w:rsidP="000C01CB">
      <w:pPr>
        <w:jc w:val="both"/>
        <w:rPr>
          <w:szCs w:val="24"/>
        </w:rPr>
      </w:pPr>
      <w:r w:rsidRPr="00BD132B">
        <w:rPr>
          <w:szCs w:val="24"/>
        </w:rPr>
        <w:t xml:space="preserve"> </w:t>
      </w:r>
      <w:r w:rsidR="00735B06" w:rsidRPr="00BD132B">
        <w:rPr>
          <w:szCs w:val="24"/>
        </w:rPr>
        <w:t xml:space="preserve"> </w:t>
      </w:r>
    </w:p>
    <w:p w14:paraId="513D1F3F" w14:textId="77777777" w:rsidR="006D41E6" w:rsidRPr="00BD132B" w:rsidRDefault="006D41E6" w:rsidP="000C01CB">
      <w:pPr>
        <w:jc w:val="both"/>
        <w:rPr>
          <w:szCs w:val="24"/>
        </w:rPr>
      </w:pPr>
      <w:r w:rsidRPr="00BD132B">
        <w:rPr>
          <w:szCs w:val="24"/>
        </w:rPr>
        <w:t>Lugupidamisega</w:t>
      </w:r>
    </w:p>
    <w:p w14:paraId="5AB4F2AE" w14:textId="77777777" w:rsidR="00327220" w:rsidRPr="00BD132B" w:rsidRDefault="00327220" w:rsidP="00563808">
      <w:pPr>
        <w:jc w:val="both"/>
        <w:rPr>
          <w:szCs w:val="24"/>
        </w:rPr>
      </w:pPr>
    </w:p>
    <w:p w14:paraId="1CE61658" w14:textId="5EFB4D52" w:rsidR="00327220" w:rsidRPr="00BD132B" w:rsidRDefault="00327220" w:rsidP="00563808">
      <w:pPr>
        <w:jc w:val="both"/>
        <w:rPr>
          <w:szCs w:val="24"/>
        </w:rPr>
      </w:pPr>
      <w:r w:rsidRPr="00BD132B">
        <w:rPr>
          <w:szCs w:val="24"/>
        </w:rPr>
        <w:t>(allkirjastatud digitaalselt)</w:t>
      </w:r>
    </w:p>
    <w:p w14:paraId="6D5B621F" w14:textId="0AEA2359" w:rsidR="00A95EED" w:rsidRPr="00BD132B" w:rsidRDefault="002E52C7" w:rsidP="00563808">
      <w:pPr>
        <w:jc w:val="both"/>
        <w:rPr>
          <w:szCs w:val="24"/>
        </w:rPr>
      </w:pPr>
      <w:r w:rsidRPr="00BD132B">
        <w:rPr>
          <w:szCs w:val="24"/>
        </w:rPr>
        <w:t xml:space="preserve">Esko </w:t>
      </w:r>
      <w:proofErr w:type="spellStart"/>
      <w:r w:rsidRPr="00BD132B">
        <w:rPr>
          <w:szCs w:val="24"/>
        </w:rPr>
        <w:t>Krinal</w:t>
      </w:r>
      <w:proofErr w:type="spellEnd"/>
    </w:p>
    <w:p w14:paraId="5EDB2BFF" w14:textId="38FFB163" w:rsidR="000C01CB" w:rsidRPr="00BD132B" w:rsidRDefault="002E52C7" w:rsidP="002E52C7">
      <w:pPr>
        <w:jc w:val="both"/>
        <w:rPr>
          <w:szCs w:val="24"/>
        </w:rPr>
      </w:pPr>
      <w:r w:rsidRPr="00BD132B">
        <w:rPr>
          <w:szCs w:val="24"/>
        </w:rPr>
        <w:t>RMK taimla- ja seemnemajandusosakonna juhataja</w:t>
      </w:r>
    </w:p>
    <w:sectPr w:rsidR="000C01CB" w:rsidRPr="00BD132B" w:rsidSect="001664B7">
      <w:footerReference w:type="default" r:id="rId12"/>
      <w:headerReference w:type="first" r:id="rId13"/>
      <w:footerReference w:type="first" r:id="rId14"/>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5B419" w14:textId="77777777" w:rsidR="007809C2" w:rsidRDefault="007809C2">
      <w:r>
        <w:separator/>
      </w:r>
    </w:p>
  </w:endnote>
  <w:endnote w:type="continuationSeparator" w:id="0">
    <w:p w14:paraId="17952E7A" w14:textId="77777777" w:rsidR="007809C2" w:rsidRDefault="007809C2">
      <w:r>
        <w:continuationSeparator/>
      </w:r>
    </w:p>
  </w:endnote>
  <w:endnote w:type="continuationNotice" w:id="1">
    <w:p w14:paraId="092FE07D" w14:textId="77777777" w:rsidR="007809C2" w:rsidRDefault="00780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12A7A"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1E86"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5B7CE" w14:textId="77777777" w:rsidR="007809C2" w:rsidRDefault="007809C2">
      <w:r>
        <w:separator/>
      </w:r>
    </w:p>
  </w:footnote>
  <w:footnote w:type="continuationSeparator" w:id="0">
    <w:p w14:paraId="311C0738" w14:textId="77777777" w:rsidR="007809C2" w:rsidRDefault="007809C2">
      <w:r>
        <w:continuationSeparator/>
      </w:r>
    </w:p>
  </w:footnote>
  <w:footnote w:type="continuationNotice" w:id="1">
    <w:p w14:paraId="0FA7FEB8" w14:textId="77777777" w:rsidR="007809C2" w:rsidRDefault="00780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6B240"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4362DCE"/>
    <w:multiLevelType w:val="hybridMultilevel"/>
    <w:tmpl w:val="08F278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3A635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9C3D13"/>
    <w:multiLevelType w:val="multilevel"/>
    <w:tmpl w:val="6D78F9D4"/>
    <w:lvl w:ilvl="0">
      <w:start w:val="2"/>
      <w:numFmt w:val="decimal"/>
      <w:lvlText w:val="%1-"/>
      <w:lvlJc w:val="left"/>
      <w:pPr>
        <w:ind w:left="390" w:hanging="39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FA71EB"/>
    <w:multiLevelType w:val="hybridMultilevel"/>
    <w:tmpl w:val="2F8462FA"/>
    <w:lvl w:ilvl="0" w:tplc="F5740D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DA46AB"/>
    <w:multiLevelType w:val="multilevel"/>
    <w:tmpl w:val="85661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0F707E"/>
    <w:multiLevelType w:val="multilevel"/>
    <w:tmpl w:val="B1464E52"/>
    <w:lvl w:ilvl="0">
      <w:start w:val="2"/>
      <w:numFmt w:val="decimal"/>
      <w:lvlText w:val="%1-"/>
      <w:lvlJc w:val="left"/>
      <w:pPr>
        <w:ind w:left="390" w:hanging="39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9E5459E"/>
    <w:multiLevelType w:val="hybridMultilevel"/>
    <w:tmpl w:val="2AF42136"/>
    <w:lvl w:ilvl="0" w:tplc="657C9F6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C92126"/>
    <w:multiLevelType w:val="hybridMultilevel"/>
    <w:tmpl w:val="B04C08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6B33E5"/>
    <w:multiLevelType w:val="hybridMultilevel"/>
    <w:tmpl w:val="4ABC9526"/>
    <w:lvl w:ilvl="0" w:tplc="C3D8BF1C">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A8D1583"/>
    <w:multiLevelType w:val="hybridMultilevel"/>
    <w:tmpl w:val="893C31B4"/>
    <w:lvl w:ilvl="0" w:tplc="E646C4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414A43"/>
    <w:multiLevelType w:val="hybridMultilevel"/>
    <w:tmpl w:val="E6A85C20"/>
    <w:lvl w:ilvl="0" w:tplc="0C1285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4ED7B1D"/>
    <w:multiLevelType w:val="hybridMultilevel"/>
    <w:tmpl w:val="C34014C6"/>
    <w:lvl w:ilvl="0" w:tplc="3A1EFDB8">
      <w:start w:val="1"/>
      <w:numFmt w:val="decimal"/>
      <w:pStyle w:val="DOKTEKST"/>
      <w:suff w:val="space"/>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B280420"/>
    <w:multiLevelType w:val="hybridMultilevel"/>
    <w:tmpl w:val="49EE9C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63044404">
    <w:abstractNumId w:val="0"/>
  </w:num>
  <w:num w:numId="2" w16cid:durableId="1613516545">
    <w:abstractNumId w:val="10"/>
  </w:num>
  <w:num w:numId="3" w16cid:durableId="181364614">
    <w:abstractNumId w:val="1"/>
  </w:num>
  <w:num w:numId="4" w16cid:durableId="1076560481">
    <w:abstractNumId w:val="14"/>
  </w:num>
  <w:num w:numId="5" w16cid:durableId="128326683">
    <w:abstractNumId w:val="13"/>
  </w:num>
  <w:num w:numId="6" w16cid:durableId="142703950">
    <w:abstractNumId w:val="11"/>
  </w:num>
  <w:num w:numId="7" w16cid:durableId="326440131">
    <w:abstractNumId w:val="2"/>
  </w:num>
  <w:num w:numId="8" w16cid:durableId="724067812">
    <w:abstractNumId w:val="8"/>
  </w:num>
  <w:num w:numId="9" w16cid:durableId="1591040612">
    <w:abstractNumId w:val="5"/>
  </w:num>
  <w:num w:numId="10" w16cid:durableId="1058014677">
    <w:abstractNumId w:val="4"/>
  </w:num>
  <w:num w:numId="11" w16cid:durableId="1311986256">
    <w:abstractNumId w:val="12"/>
  </w:num>
  <w:num w:numId="12" w16cid:durableId="556744243">
    <w:abstractNumId w:val="9"/>
  </w:num>
  <w:num w:numId="13" w16cid:durableId="1110665203">
    <w:abstractNumId w:val="7"/>
  </w:num>
  <w:num w:numId="14" w16cid:durableId="1975525729">
    <w:abstractNumId w:val="3"/>
  </w:num>
  <w:num w:numId="15" w16cid:durableId="11340194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DCE"/>
    <w:rsid w:val="00001F29"/>
    <w:rsid w:val="00002AFE"/>
    <w:rsid w:val="000035E0"/>
    <w:rsid w:val="0001142A"/>
    <w:rsid w:val="00011632"/>
    <w:rsid w:val="000118D9"/>
    <w:rsid w:val="00016CC6"/>
    <w:rsid w:val="00017232"/>
    <w:rsid w:val="000210B8"/>
    <w:rsid w:val="0002159D"/>
    <w:rsid w:val="0002178E"/>
    <w:rsid w:val="000218E4"/>
    <w:rsid w:val="0002350D"/>
    <w:rsid w:val="0002522C"/>
    <w:rsid w:val="000271A7"/>
    <w:rsid w:val="0002734C"/>
    <w:rsid w:val="00031BFB"/>
    <w:rsid w:val="0003497E"/>
    <w:rsid w:val="00035B13"/>
    <w:rsid w:val="00036186"/>
    <w:rsid w:val="00042DFE"/>
    <w:rsid w:val="00044606"/>
    <w:rsid w:val="00044F3E"/>
    <w:rsid w:val="0004588A"/>
    <w:rsid w:val="00045D46"/>
    <w:rsid w:val="00052DCC"/>
    <w:rsid w:val="000557CB"/>
    <w:rsid w:val="000562F4"/>
    <w:rsid w:val="00056B37"/>
    <w:rsid w:val="000611AF"/>
    <w:rsid w:val="00062D9E"/>
    <w:rsid w:val="000639FF"/>
    <w:rsid w:val="00066C0C"/>
    <w:rsid w:val="00066E76"/>
    <w:rsid w:val="00072177"/>
    <w:rsid w:val="000753D6"/>
    <w:rsid w:val="00082397"/>
    <w:rsid w:val="000827D6"/>
    <w:rsid w:val="0008305F"/>
    <w:rsid w:val="000835ED"/>
    <w:rsid w:val="00084355"/>
    <w:rsid w:val="000869EE"/>
    <w:rsid w:val="00087F48"/>
    <w:rsid w:val="000927FB"/>
    <w:rsid w:val="00094BCD"/>
    <w:rsid w:val="000976D9"/>
    <w:rsid w:val="000A0984"/>
    <w:rsid w:val="000A2EC9"/>
    <w:rsid w:val="000A50E6"/>
    <w:rsid w:val="000B03A2"/>
    <w:rsid w:val="000B1716"/>
    <w:rsid w:val="000B2B70"/>
    <w:rsid w:val="000B33BC"/>
    <w:rsid w:val="000B3FBB"/>
    <w:rsid w:val="000B74D6"/>
    <w:rsid w:val="000C01CB"/>
    <w:rsid w:val="000C3783"/>
    <w:rsid w:val="000C4909"/>
    <w:rsid w:val="000C498F"/>
    <w:rsid w:val="000C54B7"/>
    <w:rsid w:val="000C7889"/>
    <w:rsid w:val="000D0E33"/>
    <w:rsid w:val="000D31BC"/>
    <w:rsid w:val="000D6E23"/>
    <w:rsid w:val="000E096C"/>
    <w:rsid w:val="000E3433"/>
    <w:rsid w:val="000E3D68"/>
    <w:rsid w:val="000E4AED"/>
    <w:rsid w:val="000E51F8"/>
    <w:rsid w:val="000E5B87"/>
    <w:rsid w:val="000E6BC1"/>
    <w:rsid w:val="000E77C2"/>
    <w:rsid w:val="000F0597"/>
    <w:rsid w:val="000F1C24"/>
    <w:rsid w:val="000F28DD"/>
    <w:rsid w:val="000F3FCD"/>
    <w:rsid w:val="000F630E"/>
    <w:rsid w:val="000F6DE0"/>
    <w:rsid w:val="00100333"/>
    <w:rsid w:val="001004C8"/>
    <w:rsid w:val="00100993"/>
    <w:rsid w:val="00101F06"/>
    <w:rsid w:val="001069E7"/>
    <w:rsid w:val="00106E3B"/>
    <w:rsid w:val="00110C70"/>
    <w:rsid w:val="00112A0E"/>
    <w:rsid w:val="00113600"/>
    <w:rsid w:val="00114577"/>
    <w:rsid w:val="00114D75"/>
    <w:rsid w:val="00115BBB"/>
    <w:rsid w:val="00117BB0"/>
    <w:rsid w:val="00123348"/>
    <w:rsid w:val="00123DA0"/>
    <w:rsid w:val="00124018"/>
    <w:rsid w:val="00124045"/>
    <w:rsid w:val="00127020"/>
    <w:rsid w:val="00130009"/>
    <w:rsid w:val="00131502"/>
    <w:rsid w:val="00131C00"/>
    <w:rsid w:val="00140CEB"/>
    <w:rsid w:val="00146B87"/>
    <w:rsid w:val="0014724C"/>
    <w:rsid w:val="001518DC"/>
    <w:rsid w:val="0015432F"/>
    <w:rsid w:val="00154992"/>
    <w:rsid w:val="00163E7E"/>
    <w:rsid w:val="001657D1"/>
    <w:rsid w:val="001660AF"/>
    <w:rsid w:val="001664B7"/>
    <w:rsid w:val="00166537"/>
    <w:rsid w:val="00167529"/>
    <w:rsid w:val="00171ECE"/>
    <w:rsid w:val="00173F68"/>
    <w:rsid w:val="00187E03"/>
    <w:rsid w:val="00190202"/>
    <w:rsid w:val="00190BA5"/>
    <w:rsid w:val="00190E7C"/>
    <w:rsid w:val="00191DBE"/>
    <w:rsid w:val="001A3F0D"/>
    <w:rsid w:val="001A4280"/>
    <w:rsid w:val="001A43C5"/>
    <w:rsid w:val="001A67E2"/>
    <w:rsid w:val="001A7B2D"/>
    <w:rsid w:val="001B3517"/>
    <w:rsid w:val="001B3E3E"/>
    <w:rsid w:val="001B4A0A"/>
    <w:rsid w:val="001B5FAB"/>
    <w:rsid w:val="001C741A"/>
    <w:rsid w:val="001D3D58"/>
    <w:rsid w:val="001D3F84"/>
    <w:rsid w:val="001D4341"/>
    <w:rsid w:val="001D7086"/>
    <w:rsid w:val="001D7E93"/>
    <w:rsid w:val="001E3D57"/>
    <w:rsid w:val="001E5519"/>
    <w:rsid w:val="001E574A"/>
    <w:rsid w:val="001E7330"/>
    <w:rsid w:val="001F18B0"/>
    <w:rsid w:val="001F446A"/>
    <w:rsid w:val="001F67EF"/>
    <w:rsid w:val="00202DF8"/>
    <w:rsid w:val="0020727B"/>
    <w:rsid w:val="002073D9"/>
    <w:rsid w:val="002102B0"/>
    <w:rsid w:val="00213F56"/>
    <w:rsid w:val="00215964"/>
    <w:rsid w:val="00220822"/>
    <w:rsid w:val="00223608"/>
    <w:rsid w:val="002251AF"/>
    <w:rsid w:val="002257EB"/>
    <w:rsid w:val="0022693C"/>
    <w:rsid w:val="00230AB7"/>
    <w:rsid w:val="002310CE"/>
    <w:rsid w:val="00232223"/>
    <w:rsid w:val="00237913"/>
    <w:rsid w:val="00237A3E"/>
    <w:rsid w:val="002421D0"/>
    <w:rsid w:val="00243C34"/>
    <w:rsid w:val="00245973"/>
    <w:rsid w:val="002466F2"/>
    <w:rsid w:val="00246EAC"/>
    <w:rsid w:val="00247085"/>
    <w:rsid w:val="00250155"/>
    <w:rsid w:val="0025251C"/>
    <w:rsid w:val="002543C5"/>
    <w:rsid w:val="00254443"/>
    <w:rsid w:val="002548DC"/>
    <w:rsid w:val="00255AFE"/>
    <w:rsid w:val="0025621A"/>
    <w:rsid w:val="00256E14"/>
    <w:rsid w:val="00260032"/>
    <w:rsid w:val="00263C0A"/>
    <w:rsid w:val="0026445F"/>
    <w:rsid w:val="0026467D"/>
    <w:rsid w:val="0026787B"/>
    <w:rsid w:val="002730E6"/>
    <w:rsid w:val="00273E4E"/>
    <w:rsid w:val="002755C8"/>
    <w:rsid w:val="00276093"/>
    <w:rsid w:val="00276C29"/>
    <w:rsid w:val="00280A94"/>
    <w:rsid w:val="0028119E"/>
    <w:rsid w:val="00281CE4"/>
    <w:rsid w:val="0028507A"/>
    <w:rsid w:val="00285DB6"/>
    <w:rsid w:val="002875DB"/>
    <w:rsid w:val="00287A42"/>
    <w:rsid w:val="00287AB4"/>
    <w:rsid w:val="002A52B2"/>
    <w:rsid w:val="002B555B"/>
    <w:rsid w:val="002C0D2E"/>
    <w:rsid w:val="002C5A7B"/>
    <w:rsid w:val="002D1575"/>
    <w:rsid w:val="002D2874"/>
    <w:rsid w:val="002D2BBB"/>
    <w:rsid w:val="002D4798"/>
    <w:rsid w:val="002D6B98"/>
    <w:rsid w:val="002D7B4B"/>
    <w:rsid w:val="002D7EC4"/>
    <w:rsid w:val="002E01F1"/>
    <w:rsid w:val="002E38D8"/>
    <w:rsid w:val="002E465C"/>
    <w:rsid w:val="002E52C7"/>
    <w:rsid w:val="002F03F5"/>
    <w:rsid w:val="002F292A"/>
    <w:rsid w:val="002F32E4"/>
    <w:rsid w:val="002F39A9"/>
    <w:rsid w:val="002F61AA"/>
    <w:rsid w:val="002F6E42"/>
    <w:rsid w:val="0030016B"/>
    <w:rsid w:val="00302C90"/>
    <w:rsid w:val="00302DBF"/>
    <w:rsid w:val="003045C8"/>
    <w:rsid w:val="00305FC2"/>
    <w:rsid w:val="00311562"/>
    <w:rsid w:val="00311D9B"/>
    <w:rsid w:val="003124DA"/>
    <w:rsid w:val="00313187"/>
    <w:rsid w:val="003150EC"/>
    <w:rsid w:val="00316460"/>
    <w:rsid w:val="00316C37"/>
    <w:rsid w:val="00316C67"/>
    <w:rsid w:val="003173A2"/>
    <w:rsid w:val="00323E47"/>
    <w:rsid w:val="0032400B"/>
    <w:rsid w:val="00326BFD"/>
    <w:rsid w:val="00327220"/>
    <w:rsid w:val="00331DC6"/>
    <w:rsid w:val="00331F1B"/>
    <w:rsid w:val="00335FF5"/>
    <w:rsid w:val="00336B3B"/>
    <w:rsid w:val="00337574"/>
    <w:rsid w:val="0034256E"/>
    <w:rsid w:val="00343541"/>
    <w:rsid w:val="00343A6F"/>
    <w:rsid w:val="00346EB1"/>
    <w:rsid w:val="00347B33"/>
    <w:rsid w:val="00352350"/>
    <w:rsid w:val="00354E1E"/>
    <w:rsid w:val="00356480"/>
    <w:rsid w:val="00356C40"/>
    <w:rsid w:val="00362DCE"/>
    <w:rsid w:val="003631C9"/>
    <w:rsid w:val="0036450A"/>
    <w:rsid w:val="00366763"/>
    <w:rsid w:val="00370A59"/>
    <w:rsid w:val="00370F07"/>
    <w:rsid w:val="00371A43"/>
    <w:rsid w:val="00371CCA"/>
    <w:rsid w:val="003764A2"/>
    <w:rsid w:val="003775DB"/>
    <w:rsid w:val="00380598"/>
    <w:rsid w:val="0038146E"/>
    <w:rsid w:val="0038275E"/>
    <w:rsid w:val="0038370F"/>
    <w:rsid w:val="00386D08"/>
    <w:rsid w:val="003907AC"/>
    <w:rsid w:val="003920D9"/>
    <w:rsid w:val="00392446"/>
    <w:rsid w:val="0039345F"/>
    <w:rsid w:val="00395406"/>
    <w:rsid w:val="00395DCD"/>
    <w:rsid w:val="003971A6"/>
    <w:rsid w:val="003A0A91"/>
    <w:rsid w:val="003A1947"/>
    <w:rsid w:val="003A1DE7"/>
    <w:rsid w:val="003A342C"/>
    <w:rsid w:val="003A4137"/>
    <w:rsid w:val="003A61B7"/>
    <w:rsid w:val="003B1100"/>
    <w:rsid w:val="003B1998"/>
    <w:rsid w:val="003B3532"/>
    <w:rsid w:val="003B53BB"/>
    <w:rsid w:val="003B5870"/>
    <w:rsid w:val="003B5F24"/>
    <w:rsid w:val="003B6A0C"/>
    <w:rsid w:val="003B704A"/>
    <w:rsid w:val="003C137E"/>
    <w:rsid w:val="003C465E"/>
    <w:rsid w:val="003C6BE1"/>
    <w:rsid w:val="003D0069"/>
    <w:rsid w:val="003D0C08"/>
    <w:rsid w:val="003D1C03"/>
    <w:rsid w:val="003D3332"/>
    <w:rsid w:val="003D676F"/>
    <w:rsid w:val="003E08C3"/>
    <w:rsid w:val="003E1011"/>
    <w:rsid w:val="003E3283"/>
    <w:rsid w:val="003E3D53"/>
    <w:rsid w:val="003E4500"/>
    <w:rsid w:val="003E6042"/>
    <w:rsid w:val="003F00D6"/>
    <w:rsid w:val="003F6077"/>
    <w:rsid w:val="003F69E3"/>
    <w:rsid w:val="003F76F3"/>
    <w:rsid w:val="004046A7"/>
    <w:rsid w:val="00404916"/>
    <w:rsid w:val="00404D44"/>
    <w:rsid w:val="00405D17"/>
    <w:rsid w:val="004062C7"/>
    <w:rsid w:val="00406CFE"/>
    <w:rsid w:val="004104F0"/>
    <w:rsid w:val="004120DC"/>
    <w:rsid w:val="004149E3"/>
    <w:rsid w:val="0041635B"/>
    <w:rsid w:val="004170D1"/>
    <w:rsid w:val="00420E91"/>
    <w:rsid w:val="004217F5"/>
    <w:rsid w:val="00423E2A"/>
    <w:rsid w:val="00431B36"/>
    <w:rsid w:val="00432BBA"/>
    <w:rsid w:val="00433E04"/>
    <w:rsid w:val="00437453"/>
    <w:rsid w:val="0044014B"/>
    <w:rsid w:val="004410C5"/>
    <w:rsid w:val="0044135D"/>
    <w:rsid w:val="00445C7C"/>
    <w:rsid w:val="00446DE2"/>
    <w:rsid w:val="00446FEA"/>
    <w:rsid w:val="00452721"/>
    <w:rsid w:val="00452B0B"/>
    <w:rsid w:val="00453817"/>
    <w:rsid w:val="00454D8C"/>
    <w:rsid w:val="0046015E"/>
    <w:rsid w:val="00460DD4"/>
    <w:rsid w:val="00461099"/>
    <w:rsid w:val="004613C6"/>
    <w:rsid w:val="004632D9"/>
    <w:rsid w:val="00463506"/>
    <w:rsid w:val="004646CC"/>
    <w:rsid w:val="00466DA2"/>
    <w:rsid w:val="00466FEA"/>
    <w:rsid w:val="004672C7"/>
    <w:rsid w:val="00470AE4"/>
    <w:rsid w:val="00470EE9"/>
    <w:rsid w:val="004717B5"/>
    <w:rsid w:val="004722A9"/>
    <w:rsid w:val="00472DF2"/>
    <w:rsid w:val="0047498F"/>
    <w:rsid w:val="004767DF"/>
    <w:rsid w:val="00476AA5"/>
    <w:rsid w:val="00477C20"/>
    <w:rsid w:val="00477D4E"/>
    <w:rsid w:val="00480989"/>
    <w:rsid w:val="004836BD"/>
    <w:rsid w:val="00484176"/>
    <w:rsid w:val="00484FBA"/>
    <w:rsid w:val="00485DB8"/>
    <w:rsid w:val="004866BC"/>
    <w:rsid w:val="004919B1"/>
    <w:rsid w:val="0049390B"/>
    <w:rsid w:val="004975CB"/>
    <w:rsid w:val="00497622"/>
    <w:rsid w:val="004A1FA1"/>
    <w:rsid w:val="004A228C"/>
    <w:rsid w:val="004A4B77"/>
    <w:rsid w:val="004A5D5A"/>
    <w:rsid w:val="004A7998"/>
    <w:rsid w:val="004B1AE4"/>
    <w:rsid w:val="004B2DA2"/>
    <w:rsid w:val="004B3FC2"/>
    <w:rsid w:val="004B594E"/>
    <w:rsid w:val="004B6987"/>
    <w:rsid w:val="004B7FD7"/>
    <w:rsid w:val="004C2756"/>
    <w:rsid w:val="004C3BC4"/>
    <w:rsid w:val="004C71AA"/>
    <w:rsid w:val="004C7A6D"/>
    <w:rsid w:val="004D0211"/>
    <w:rsid w:val="004D0B1E"/>
    <w:rsid w:val="004D4226"/>
    <w:rsid w:val="004D5CEC"/>
    <w:rsid w:val="004D734F"/>
    <w:rsid w:val="004E1670"/>
    <w:rsid w:val="004E1DDD"/>
    <w:rsid w:val="004E2430"/>
    <w:rsid w:val="004E2433"/>
    <w:rsid w:val="004E24CB"/>
    <w:rsid w:val="004E459F"/>
    <w:rsid w:val="004E5428"/>
    <w:rsid w:val="004E6F7D"/>
    <w:rsid w:val="004F01D6"/>
    <w:rsid w:val="004F2F41"/>
    <w:rsid w:val="004F359A"/>
    <w:rsid w:val="004F75FB"/>
    <w:rsid w:val="004F7675"/>
    <w:rsid w:val="00504193"/>
    <w:rsid w:val="005054F5"/>
    <w:rsid w:val="00507C3D"/>
    <w:rsid w:val="005103DF"/>
    <w:rsid w:val="005123CE"/>
    <w:rsid w:val="00512714"/>
    <w:rsid w:val="0051566A"/>
    <w:rsid w:val="00516323"/>
    <w:rsid w:val="00521435"/>
    <w:rsid w:val="0052375B"/>
    <w:rsid w:val="00530D39"/>
    <w:rsid w:val="00531642"/>
    <w:rsid w:val="005326BF"/>
    <w:rsid w:val="005355C7"/>
    <w:rsid w:val="005406FA"/>
    <w:rsid w:val="00544101"/>
    <w:rsid w:val="00545166"/>
    <w:rsid w:val="005562DE"/>
    <w:rsid w:val="005576BD"/>
    <w:rsid w:val="005624C9"/>
    <w:rsid w:val="005631C3"/>
    <w:rsid w:val="00563808"/>
    <w:rsid w:val="00563D69"/>
    <w:rsid w:val="005648C0"/>
    <w:rsid w:val="0056614A"/>
    <w:rsid w:val="0057038F"/>
    <w:rsid w:val="00574FDF"/>
    <w:rsid w:val="005757DD"/>
    <w:rsid w:val="00576EE2"/>
    <w:rsid w:val="00576FDC"/>
    <w:rsid w:val="00581315"/>
    <w:rsid w:val="00581615"/>
    <w:rsid w:val="0058235F"/>
    <w:rsid w:val="0058362F"/>
    <w:rsid w:val="00583929"/>
    <w:rsid w:val="00583D0F"/>
    <w:rsid w:val="0058408F"/>
    <w:rsid w:val="00584A0B"/>
    <w:rsid w:val="00586808"/>
    <w:rsid w:val="00587EF8"/>
    <w:rsid w:val="0059276B"/>
    <w:rsid w:val="005939E9"/>
    <w:rsid w:val="00594608"/>
    <w:rsid w:val="005948D3"/>
    <w:rsid w:val="005A4239"/>
    <w:rsid w:val="005A5ADD"/>
    <w:rsid w:val="005B3CCF"/>
    <w:rsid w:val="005B520C"/>
    <w:rsid w:val="005C2841"/>
    <w:rsid w:val="005C30FD"/>
    <w:rsid w:val="005C6CF5"/>
    <w:rsid w:val="005E3BDB"/>
    <w:rsid w:val="005E7BCD"/>
    <w:rsid w:val="005E7FAF"/>
    <w:rsid w:val="005F2BA2"/>
    <w:rsid w:val="005F2F87"/>
    <w:rsid w:val="00600413"/>
    <w:rsid w:val="00600C91"/>
    <w:rsid w:val="00600CF1"/>
    <w:rsid w:val="00600E84"/>
    <w:rsid w:val="00600FC3"/>
    <w:rsid w:val="00603EB9"/>
    <w:rsid w:val="006061B7"/>
    <w:rsid w:val="00606838"/>
    <w:rsid w:val="00612ACE"/>
    <w:rsid w:val="0061457A"/>
    <w:rsid w:val="00614C35"/>
    <w:rsid w:val="00616E3A"/>
    <w:rsid w:val="006171D7"/>
    <w:rsid w:val="00617859"/>
    <w:rsid w:val="0062104F"/>
    <w:rsid w:val="00621C16"/>
    <w:rsid w:val="00622D8D"/>
    <w:rsid w:val="00623BDE"/>
    <w:rsid w:val="00625756"/>
    <w:rsid w:val="00627672"/>
    <w:rsid w:val="006303B0"/>
    <w:rsid w:val="0063298E"/>
    <w:rsid w:val="00633C91"/>
    <w:rsid w:val="00635703"/>
    <w:rsid w:val="00640DCF"/>
    <w:rsid w:val="00641212"/>
    <w:rsid w:val="00647609"/>
    <w:rsid w:val="00647853"/>
    <w:rsid w:val="00647E12"/>
    <w:rsid w:val="00647FA1"/>
    <w:rsid w:val="00652CF2"/>
    <w:rsid w:val="0065625D"/>
    <w:rsid w:val="00656799"/>
    <w:rsid w:val="0065745F"/>
    <w:rsid w:val="006655E0"/>
    <w:rsid w:val="00666726"/>
    <w:rsid w:val="00667CA3"/>
    <w:rsid w:val="00673C4B"/>
    <w:rsid w:val="00675731"/>
    <w:rsid w:val="00675D82"/>
    <w:rsid w:val="0068022E"/>
    <w:rsid w:val="00691E41"/>
    <w:rsid w:val="0069270C"/>
    <w:rsid w:val="00694F42"/>
    <w:rsid w:val="0069530E"/>
    <w:rsid w:val="00695CD6"/>
    <w:rsid w:val="00696C54"/>
    <w:rsid w:val="006A145C"/>
    <w:rsid w:val="006A4082"/>
    <w:rsid w:val="006A43D7"/>
    <w:rsid w:val="006A48EA"/>
    <w:rsid w:val="006A78D7"/>
    <w:rsid w:val="006A7F3B"/>
    <w:rsid w:val="006B1437"/>
    <w:rsid w:val="006B32EF"/>
    <w:rsid w:val="006C1C69"/>
    <w:rsid w:val="006C234C"/>
    <w:rsid w:val="006C5F4E"/>
    <w:rsid w:val="006C7063"/>
    <w:rsid w:val="006D2B09"/>
    <w:rsid w:val="006D41E6"/>
    <w:rsid w:val="006D4DFF"/>
    <w:rsid w:val="006D6086"/>
    <w:rsid w:val="006D6DB9"/>
    <w:rsid w:val="006E0BC5"/>
    <w:rsid w:val="006E14FB"/>
    <w:rsid w:val="006E32B5"/>
    <w:rsid w:val="006E4BE7"/>
    <w:rsid w:val="006E5F51"/>
    <w:rsid w:val="006F1790"/>
    <w:rsid w:val="006F1E98"/>
    <w:rsid w:val="006F4063"/>
    <w:rsid w:val="006F635C"/>
    <w:rsid w:val="006F7DD1"/>
    <w:rsid w:val="0070123E"/>
    <w:rsid w:val="00701A4F"/>
    <w:rsid w:val="007022B8"/>
    <w:rsid w:val="00704BBF"/>
    <w:rsid w:val="00707879"/>
    <w:rsid w:val="00710674"/>
    <w:rsid w:val="00711997"/>
    <w:rsid w:val="0071263C"/>
    <w:rsid w:val="0071409F"/>
    <w:rsid w:val="007143BF"/>
    <w:rsid w:val="0071545C"/>
    <w:rsid w:val="00715E9E"/>
    <w:rsid w:val="00717D89"/>
    <w:rsid w:val="00723540"/>
    <w:rsid w:val="00725DD9"/>
    <w:rsid w:val="00726CD8"/>
    <w:rsid w:val="00726DDC"/>
    <w:rsid w:val="00727D85"/>
    <w:rsid w:val="007303F4"/>
    <w:rsid w:val="007306E6"/>
    <w:rsid w:val="0073200C"/>
    <w:rsid w:val="00735B06"/>
    <w:rsid w:val="007365C6"/>
    <w:rsid w:val="0074295B"/>
    <w:rsid w:val="00743FDD"/>
    <w:rsid w:val="007445FC"/>
    <w:rsid w:val="00744BBD"/>
    <w:rsid w:val="00747693"/>
    <w:rsid w:val="007508E7"/>
    <w:rsid w:val="00751257"/>
    <w:rsid w:val="00752A08"/>
    <w:rsid w:val="00756A5F"/>
    <w:rsid w:val="00760FF1"/>
    <w:rsid w:val="00761189"/>
    <w:rsid w:val="007628EA"/>
    <w:rsid w:val="00766CD6"/>
    <w:rsid w:val="00774B2A"/>
    <w:rsid w:val="00775873"/>
    <w:rsid w:val="00777644"/>
    <w:rsid w:val="00777E24"/>
    <w:rsid w:val="007809C2"/>
    <w:rsid w:val="00780FC5"/>
    <w:rsid w:val="007823B5"/>
    <w:rsid w:val="00785065"/>
    <w:rsid w:val="00785CE4"/>
    <w:rsid w:val="007865B3"/>
    <w:rsid w:val="00786B44"/>
    <w:rsid w:val="00790B07"/>
    <w:rsid w:val="0079690F"/>
    <w:rsid w:val="007972A3"/>
    <w:rsid w:val="007A1FD6"/>
    <w:rsid w:val="007A3D1B"/>
    <w:rsid w:val="007A5CE8"/>
    <w:rsid w:val="007A7929"/>
    <w:rsid w:val="007B0BFE"/>
    <w:rsid w:val="007B38CF"/>
    <w:rsid w:val="007B62B9"/>
    <w:rsid w:val="007C1CEE"/>
    <w:rsid w:val="007C2661"/>
    <w:rsid w:val="007C368F"/>
    <w:rsid w:val="007C466B"/>
    <w:rsid w:val="007D1696"/>
    <w:rsid w:val="007D26F3"/>
    <w:rsid w:val="007D3D9F"/>
    <w:rsid w:val="007D64D6"/>
    <w:rsid w:val="007E0D20"/>
    <w:rsid w:val="007E2D91"/>
    <w:rsid w:val="007E6312"/>
    <w:rsid w:val="007E6887"/>
    <w:rsid w:val="007E69F1"/>
    <w:rsid w:val="007E770A"/>
    <w:rsid w:val="007F0E16"/>
    <w:rsid w:val="007F1766"/>
    <w:rsid w:val="007F482F"/>
    <w:rsid w:val="007F6B5E"/>
    <w:rsid w:val="00804194"/>
    <w:rsid w:val="00805DCD"/>
    <w:rsid w:val="00811D8C"/>
    <w:rsid w:val="0081441F"/>
    <w:rsid w:val="00815020"/>
    <w:rsid w:val="00816C69"/>
    <w:rsid w:val="0081724E"/>
    <w:rsid w:val="00817C56"/>
    <w:rsid w:val="00820B26"/>
    <w:rsid w:val="0082230B"/>
    <w:rsid w:val="00824EDD"/>
    <w:rsid w:val="00826F7C"/>
    <w:rsid w:val="00827E7E"/>
    <w:rsid w:val="0083364A"/>
    <w:rsid w:val="00833B3E"/>
    <w:rsid w:val="00840714"/>
    <w:rsid w:val="00841EAE"/>
    <w:rsid w:val="0084282D"/>
    <w:rsid w:val="00842A22"/>
    <w:rsid w:val="00842EC8"/>
    <w:rsid w:val="008444AA"/>
    <w:rsid w:val="0084716C"/>
    <w:rsid w:val="008522F8"/>
    <w:rsid w:val="0086145E"/>
    <w:rsid w:val="00861AB3"/>
    <w:rsid w:val="0086277E"/>
    <w:rsid w:val="00865C0C"/>
    <w:rsid w:val="00870D35"/>
    <w:rsid w:val="00880D9A"/>
    <w:rsid w:val="0088216A"/>
    <w:rsid w:val="00884FDB"/>
    <w:rsid w:val="00886324"/>
    <w:rsid w:val="00886F28"/>
    <w:rsid w:val="00887ABA"/>
    <w:rsid w:val="00892B26"/>
    <w:rsid w:val="008932C3"/>
    <w:rsid w:val="00894B16"/>
    <w:rsid w:val="0089564F"/>
    <w:rsid w:val="00897D4F"/>
    <w:rsid w:val="008B1038"/>
    <w:rsid w:val="008B1163"/>
    <w:rsid w:val="008B1D78"/>
    <w:rsid w:val="008B3E25"/>
    <w:rsid w:val="008C2571"/>
    <w:rsid w:val="008C2711"/>
    <w:rsid w:val="008C37A3"/>
    <w:rsid w:val="008D2C5B"/>
    <w:rsid w:val="008D490F"/>
    <w:rsid w:val="008D590E"/>
    <w:rsid w:val="008D7D90"/>
    <w:rsid w:val="008E3B6E"/>
    <w:rsid w:val="008E6041"/>
    <w:rsid w:val="008F04C0"/>
    <w:rsid w:val="008F1609"/>
    <w:rsid w:val="008F46FF"/>
    <w:rsid w:val="008F4F22"/>
    <w:rsid w:val="008F51AC"/>
    <w:rsid w:val="009018E2"/>
    <w:rsid w:val="0090292F"/>
    <w:rsid w:val="00903D79"/>
    <w:rsid w:val="00904B3E"/>
    <w:rsid w:val="00904CCF"/>
    <w:rsid w:val="00905A58"/>
    <w:rsid w:val="00905A94"/>
    <w:rsid w:val="00907C20"/>
    <w:rsid w:val="009119F6"/>
    <w:rsid w:val="00911C06"/>
    <w:rsid w:val="00916F56"/>
    <w:rsid w:val="00926852"/>
    <w:rsid w:val="00930148"/>
    <w:rsid w:val="00931716"/>
    <w:rsid w:val="009323D5"/>
    <w:rsid w:val="00932508"/>
    <w:rsid w:val="00932B18"/>
    <w:rsid w:val="009343FB"/>
    <w:rsid w:val="00936A8B"/>
    <w:rsid w:val="00940737"/>
    <w:rsid w:val="00940B12"/>
    <w:rsid w:val="009424AA"/>
    <w:rsid w:val="009431E5"/>
    <w:rsid w:val="0094490E"/>
    <w:rsid w:val="00944E96"/>
    <w:rsid w:val="00945D96"/>
    <w:rsid w:val="00947342"/>
    <w:rsid w:val="0095234F"/>
    <w:rsid w:val="0095355C"/>
    <w:rsid w:val="00957370"/>
    <w:rsid w:val="009612B3"/>
    <w:rsid w:val="00966EE2"/>
    <w:rsid w:val="00970F5E"/>
    <w:rsid w:val="0097159A"/>
    <w:rsid w:val="00974890"/>
    <w:rsid w:val="009756CE"/>
    <w:rsid w:val="009900A5"/>
    <w:rsid w:val="00990B6E"/>
    <w:rsid w:val="00990FA9"/>
    <w:rsid w:val="00991080"/>
    <w:rsid w:val="00993BE5"/>
    <w:rsid w:val="00997638"/>
    <w:rsid w:val="009A07B2"/>
    <w:rsid w:val="009A33DF"/>
    <w:rsid w:val="009A6FDA"/>
    <w:rsid w:val="009B011C"/>
    <w:rsid w:val="009B2F69"/>
    <w:rsid w:val="009B36A2"/>
    <w:rsid w:val="009B3C39"/>
    <w:rsid w:val="009B6DAF"/>
    <w:rsid w:val="009B7C02"/>
    <w:rsid w:val="009C05CB"/>
    <w:rsid w:val="009C27A2"/>
    <w:rsid w:val="009C2848"/>
    <w:rsid w:val="009C50A6"/>
    <w:rsid w:val="009D0F56"/>
    <w:rsid w:val="009D1AF5"/>
    <w:rsid w:val="009D1B64"/>
    <w:rsid w:val="009D2202"/>
    <w:rsid w:val="009D24CF"/>
    <w:rsid w:val="009D387F"/>
    <w:rsid w:val="009D4748"/>
    <w:rsid w:val="009D54FA"/>
    <w:rsid w:val="009D5CDE"/>
    <w:rsid w:val="009D6034"/>
    <w:rsid w:val="009D751F"/>
    <w:rsid w:val="009E2CFD"/>
    <w:rsid w:val="009E3C19"/>
    <w:rsid w:val="009E467D"/>
    <w:rsid w:val="009E6384"/>
    <w:rsid w:val="009F1C64"/>
    <w:rsid w:val="009F67B7"/>
    <w:rsid w:val="009F7F5B"/>
    <w:rsid w:val="00A01440"/>
    <w:rsid w:val="00A01CC8"/>
    <w:rsid w:val="00A06401"/>
    <w:rsid w:val="00A0700C"/>
    <w:rsid w:val="00A0746B"/>
    <w:rsid w:val="00A07777"/>
    <w:rsid w:val="00A07E77"/>
    <w:rsid w:val="00A12159"/>
    <w:rsid w:val="00A13A8D"/>
    <w:rsid w:val="00A13ACF"/>
    <w:rsid w:val="00A156B5"/>
    <w:rsid w:val="00A209CB"/>
    <w:rsid w:val="00A23602"/>
    <w:rsid w:val="00A255D3"/>
    <w:rsid w:val="00A2560B"/>
    <w:rsid w:val="00A2715C"/>
    <w:rsid w:val="00A31BDD"/>
    <w:rsid w:val="00A32973"/>
    <w:rsid w:val="00A41B89"/>
    <w:rsid w:val="00A4489D"/>
    <w:rsid w:val="00A44E87"/>
    <w:rsid w:val="00A44ED1"/>
    <w:rsid w:val="00A45AD4"/>
    <w:rsid w:val="00A50310"/>
    <w:rsid w:val="00A509F0"/>
    <w:rsid w:val="00A5129A"/>
    <w:rsid w:val="00A53BD4"/>
    <w:rsid w:val="00A53F20"/>
    <w:rsid w:val="00A60E12"/>
    <w:rsid w:val="00A61709"/>
    <w:rsid w:val="00A64DD2"/>
    <w:rsid w:val="00A652C4"/>
    <w:rsid w:val="00A707CD"/>
    <w:rsid w:val="00A74205"/>
    <w:rsid w:val="00A744FA"/>
    <w:rsid w:val="00A77A5B"/>
    <w:rsid w:val="00A80C68"/>
    <w:rsid w:val="00A82671"/>
    <w:rsid w:val="00A84BA3"/>
    <w:rsid w:val="00A86CD1"/>
    <w:rsid w:val="00A875EA"/>
    <w:rsid w:val="00A8799C"/>
    <w:rsid w:val="00A91BA9"/>
    <w:rsid w:val="00A9445B"/>
    <w:rsid w:val="00A95EED"/>
    <w:rsid w:val="00AA02C9"/>
    <w:rsid w:val="00AA2E40"/>
    <w:rsid w:val="00AA67A7"/>
    <w:rsid w:val="00AA6DA9"/>
    <w:rsid w:val="00AB1BEA"/>
    <w:rsid w:val="00AB3D53"/>
    <w:rsid w:val="00AB546F"/>
    <w:rsid w:val="00AC190D"/>
    <w:rsid w:val="00AC351C"/>
    <w:rsid w:val="00AC45EF"/>
    <w:rsid w:val="00AC5751"/>
    <w:rsid w:val="00AC77B9"/>
    <w:rsid w:val="00AC7CD7"/>
    <w:rsid w:val="00AD247A"/>
    <w:rsid w:val="00AD480A"/>
    <w:rsid w:val="00AD5F52"/>
    <w:rsid w:val="00AD5FE7"/>
    <w:rsid w:val="00AE3BB3"/>
    <w:rsid w:val="00AE5415"/>
    <w:rsid w:val="00AE758B"/>
    <w:rsid w:val="00AE79AA"/>
    <w:rsid w:val="00AE7BD1"/>
    <w:rsid w:val="00AF0172"/>
    <w:rsid w:val="00AF0432"/>
    <w:rsid w:val="00AF0BE0"/>
    <w:rsid w:val="00AF0C4B"/>
    <w:rsid w:val="00AF3626"/>
    <w:rsid w:val="00AF4133"/>
    <w:rsid w:val="00AF77BC"/>
    <w:rsid w:val="00B00839"/>
    <w:rsid w:val="00B0128A"/>
    <w:rsid w:val="00B029E0"/>
    <w:rsid w:val="00B07E8D"/>
    <w:rsid w:val="00B1003A"/>
    <w:rsid w:val="00B11738"/>
    <w:rsid w:val="00B1226E"/>
    <w:rsid w:val="00B135B1"/>
    <w:rsid w:val="00B13DF8"/>
    <w:rsid w:val="00B21008"/>
    <w:rsid w:val="00B25838"/>
    <w:rsid w:val="00B25C89"/>
    <w:rsid w:val="00B2716B"/>
    <w:rsid w:val="00B31A50"/>
    <w:rsid w:val="00B35D58"/>
    <w:rsid w:val="00B37051"/>
    <w:rsid w:val="00B379D4"/>
    <w:rsid w:val="00B401A7"/>
    <w:rsid w:val="00B4187A"/>
    <w:rsid w:val="00B43B59"/>
    <w:rsid w:val="00B45A52"/>
    <w:rsid w:val="00B51185"/>
    <w:rsid w:val="00B52442"/>
    <w:rsid w:val="00B54033"/>
    <w:rsid w:val="00B54C25"/>
    <w:rsid w:val="00B5590F"/>
    <w:rsid w:val="00B55B77"/>
    <w:rsid w:val="00B56923"/>
    <w:rsid w:val="00B729B1"/>
    <w:rsid w:val="00B7608B"/>
    <w:rsid w:val="00B765B1"/>
    <w:rsid w:val="00B8391F"/>
    <w:rsid w:val="00B868A5"/>
    <w:rsid w:val="00B871F1"/>
    <w:rsid w:val="00B91C6B"/>
    <w:rsid w:val="00B91D8D"/>
    <w:rsid w:val="00B929E8"/>
    <w:rsid w:val="00B92FE8"/>
    <w:rsid w:val="00B96A84"/>
    <w:rsid w:val="00B96F11"/>
    <w:rsid w:val="00B9783D"/>
    <w:rsid w:val="00B97BC6"/>
    <w:rsid w:val="00BA2917"/>
    <w:rsid w:val="00BA3F85"/>
    <w:rsid w:val="00BA4862"/>
    <w:rsid w:val="00BA4DC5"/>
    <w:rsid w:val="00BA73DA"/>
    <w:rsid w:val="00BA7DBC"/>
    <w:rsid w:val="00BB19C8"/>
    <w:rsid w:val="00BB3746"/>
    <w:rsid w:val="00BB671C"/>
    <w:rsid w:val="00BC0A59"/>
    <w:rsid w:val="00BC20AB"/>
    <w:rsid w:val="00BC272E"/>
    <w:rsid w:val="00BC2AF4"/>
    <w:rsid w:val="00BC4D1F"/>
    <w:rsid w:val="00BC772F"/>
    <w:rsid w:val="00BD103C"/>
    <w:rsid w:val="00BD132B"/>
    <w:rsid w:val="00BD1A6E"/>
    <w:rsid w:val="00BD1BB2"/>
    <w:rsid w:val="00BD25E4"/>
    <w:rsid w:val="00BD4323"/>
    <w:rsid w:val="00BE10A5"/>
    <w:rsid w:val="00BE1313"/>
    <w:rsid w:val="00BE3AC4"/>
    <w:rsid w:val="00BE5206"/>
    <w:rsid w:val="00BE68D1"/>
    <w:rsid w:val="00BF4229"/>
    <w:rsid w:val="00BF4B6A"/>
    <w:rsid w:val="00BF6AE0"/>
    <w:rsid w:val="00BF6CB1"/>
    <w:rsid w:val="00C00636"/>
    <w:rsid w:val="00C023E0"/>
    <w:rsid w:val="00C048CE"/>
    <w:rsid w:val="00C0677A"/>
    <w:rsid w:val="00C124E4"/>
    <w:rsid w:val="00C2102C"/>
    <w:rsid w:val="00C3090D"/>
    <w:rsid w:val="00C31562"/>
    <w:rsid w:val="00C31E57"/>
    <w:rsid w:val="00C32B5E"/>
    <w:rsid w:val="00C343A1"/>
    <w:rsid w:val="00C47B91"/>
    <w:rsid w:val="00C51BF6"/>
    <w:rsid w:val="00C52479"/>
    <w:rsid w:val="00C546A7"/>
    <w:rsid w:val="00C5531C"/>
    <w:rsid w:val="00C559D6"/>
    <w:rsid w:val="00C55A7E"/>
    <w:rsid w:val="00C56806"/>
    <w:rsid w:val="00C57894"/>
    <w:rsid w:val="00C60CDB"/>
    <w:rsid w:val="00C618DD"/>
    <w:rsid w:val="00C61E72"/>
    <w:rsid w:val="00C62AE2"/>
    <w:rsid w:val="00C6359F"/>
    <w:rsid w:val="00C65E9D"/>
    <w:rsid w:val="00C67247"/>
    <w:rsid w:val="00C67C52"/>
    <w:rsid w:val="00C70B19"/>
    <w:rsid w:val="00C722D9"/>
    <w:rsid w:val="00C7230A"/>
    <w:rsid w:val="00C724F3"/>
    <w:rsid w:val="00C72747"/>
    <w:rsid w:val="00C736EB"/>
    <w:rsid w:val="00C741D4"/>
    <w:rsid w:val="00C74286"/>
    <w:rsid w:val="00C759EC"/>
    <w:rsid w:val="00C75D6B"/>
    <w:rsid w:val="00C8555D"/>
    <w:rsid w:val="00C86069"/>
    <w:rsid w:val="00C86709"/>
    <w:rsid w:val="00C879C6"/>
    <w:rsid w:val="00C94AD5"/>
    <w:rsid w:val="00C95856"/>
    <w:rsid w:val="00CA093C"/>
    <w:rsid w:val="00CA214D"/>
    <w:rsid w:val="00CA3A5D"/>
    <w:rsid w:val="00CA4368"/>
    <w:rsid w:val="00CA5E31"/>
    <w:rsid w:val="00CB0167"/>
    <w:rsid w:val="00CB21C7"/>
    <w:rsid w:val="00CB760A"/>
    <w:rsid w:val="00CC00DC"/>
    <w:rsid w:val="00CC0302"/>
    <w:rsid w:val="00CC38B6"/>
    <w:rsid w:val="00CC3CF4"/>
    <w:rsid w:val="00CC3FE8"/>
    <w:rsid w:val="00CC496A"/>
    <w:rsid w:val="00CD00D4"/>
    <w:rsid w:val="00CD1662"/>
    <w:rsid w:val="00CD1997"/>
    <w:rsid w:val="00CD6ACF"/>
    <w:rsid w:val="00CD70D9"/>
    <w:rsid w:val="00CE0009"/>
    <w:rsid w:val="00CE7237"/>
    <w:rsid w:val="00CF01CB"/>
    <w:rsid w:val="00CF1180"/>
    <w:rsid w:val="00CF418F"/>
    <w:rsid w:val="00D04ACB"/>
    <w:rsid w:val="00D10479"/>
    <w:rsid w:val="00D1053E"/>
    <w:rsid w:val="00D11DB2"/>
    <w:rsid w:val="00D13307"/>
    <w:rsid w:val="00D1373A"/>
    <w:rsid w:val="00D14B52"/>
    <w:rsid w:val="00D21510"/>
    <w:rsid w:val="00D2572B"/>
    <w:rsid w:val="00D305CB"/>
    <w:rsid w:val="00D32127"/>
    <w:rsid w:val="00D33623"/>
    <w:rsid w:val="00D346E4"/>
    <w:rsid w:val="00D37788"/>
    <w:rsid w:val="00D401C6"/>
    <w:rsid w:val="00D41B5D"/>
    <w:rsid w:val="00D42B3C"/>
    <w:rsid w:val="00D46511"/>
    <w:rsid w:val="00D4703D"/>
    <w:rsid w:val="00D50055"/>
    <w:rsid w:val="00D51E33"/>
    <w:rsid w:val="00D52388"/>
    <w:rsid w:val="00D53A7A"/>
    <w:rsid w:val="00D6092A"/>
    <w:rsid w:val="00D6462D"/>
    <w:rsid w:val="00D65088"/>
    <w:rsid w:val="00D65A31"/>
    <w:rsid w:val="00D6600B"/>
    <w:rsid w:val="00D71554"/>
    <w:rsid w:val="00D726CC"/>
    <w:rsid w:val="00D7522F"/>
    <w:rsid w:val="00D81248"/>
    <w:rsid w:val="00D81854"/>
    <w:rsid w:val="00D821D4"/>
    <w:rsid w:val="00D82B1C"/>
    <w:rsid w:val="00D9056B"/>
    <w:rsid w:val="00D92BAE"/>
    <w:rsid w:val="00D95513"/>
    <w:rsid w:val="00DA49EA"/>
    <w:rsid w:val="00DB125C"/>
    <w:rsid w:val="00DB1479"/>
    <w:rsid w:val="00DB2899"/>
    <w:rsid w:val="00DC285A"/>
    <w:rsid w:val="00DC3CE5"/>
    <w:rsid w:val="00DC5D01"/>
    <w:rsid w:val="00DC5F12"/>
    <w:rsid w:val="00DC7D7A"/>
    <w:rsid w:val="00DD04A2"/>
    <w:rsid w:val="00DD1C5B"/>
    <w:rsid w:val="00DD335E"/>
    <w:rsid w:val="00DD4556"/>
    <w:rsid w:val="00DF0AAD"/>
    <w:rsid w:val="00DF794C"/>
    <w:rsid w:val="00E01D35"/>
    <w:rsid w:val="00E0468B"/>
    <w:rsid w:val="00E0471D"/>
    <w:rsid w:val="00E04D62"/>
    <w:rsid w:val="00E05117"/>
    <w:rsid w:val="00E077D1"/>
    <w:rsid w:val="00E07902"/>
    <w:rsid w:val="00E07D31"/>
    <w:rsid w:val="00E12DBB"/>
    <w:rsid w:val="00E156D1"/>
    <w:rsid w:val="00E15B08"/>
    <w:rsid w:val="00E16225"/>
    <w:rsid w:val="00E16A12"/>
    <w:rsid w:val="00E20238"/>
    <w:rsid w:val="00E2136F"/>
    <w:rsid w:val="00E22672"/>
    <w:rsid w:val="00E243BB"/>
    <w:rsid w:val="00E30308"/>
    <w:rsid w:val="00E3497F"/>
    <w:rsid w:val="00E359D5"/>
    <w:rsid w:val="00E35A3B"/>
    <w:rsid w:val="00E35FE2"/>
    <w:rsid w:val="00E36686"/>
    <w:rsid w:val="00E371B2"/>
    <w:rsid w:val="00E41CE3"/>
    <w:rsid w:val="00E4259C"/>
    <w:rsid w:val="00E42BF3"/>
    <w:rsid w:val="00E4506F"/>
    <w:rsid w:val="00E465FC"/>
    <w:rsid w:val="00E46B9F"/>
    <w:rsid w:val="00E46F28"/>
    <w:rsid w:val="00E47B35"/>
    <w:rsid w:val="00E6208E"/>
    <w:rsid w:val="00E6209C"/>
    <w:rsid w:val="00E650E5"/>
    <w:rsid w:val="00E65979"/>
    <w:rsid w:val="00E72050"/>
    <w:rsid w:val="00E74F4D"/>
    <w:rsid w:val="00E809CE"/>
    <w:rsid w:val="00E811F1"/>
    <w:rsid w:val="00E8509A"/>
    <w:rsid w:val="00E855F8"/>
    <w:rsid w:val="00E85637"/>
    <w:rsid w:val="00E872B7"/>
    <w:rsid w:val="00E90DE0"/>
    <w:rsid w:val="00E933D7"/>
    <w:rsid w:val="00E9570B"/>
    <w:rsid w:val="00E95BAD"/>
    <w:rsid w:val="00EA0F4B"/>
    <w:rsid w:val="00EA212A"/>
    <w:rsid w:val="00EA2BA4"/>
    <w:rsid w:val="00EA3E2E"/>
    <w:rsid w:val="00EA479C"/>
    <w:rsid w:val="00EA7251"/>
    <w:rsid w:val="00EA7AC2"/>
    <w:rsid w:val="00EB3826"/>
    <w:rsid w:val="00EB4EA8"/>
    <w:rsid w:val="00EC246B"/>
    <w:rsid w:val="00EC5BAE"/>
    <w:rsid w:val="00EE0CC0"/>
    <w:rsid w:val="00EE10A1"/>
    <w:rsid w:val="00EE160B"/>
    <w:rsid w:val="00EE2A1F"/>
    <w:rsid w:val="00EE2EB0"/>
    <w:rsid w:val="00EE3295"/>
    <w:rsid w:val="00EF0566"/>
    <w:rsid w:val="00EF3F80"/>
    <w:rsid w:val="00EF50B6"/>
    <w:rsid w:val="00EF5C26"/>
    <w:rsid w:val="00EF6CAE"/>
    <w:rsid w:val="00F013B6"/>
    <w:rsid w:val="00F0156E"/>
    <w:rsid w:val="00F044E3"/>
    <w:rsid w:val="00F04FCF"/>
    <w:rsid w:val="00F05F74"/>
    <w:rsid w:val="00F07168"/>
    <w:rsid w:val="00F1392B"/>
    <w:rsid w:val="00F1418C"/>
    <w:rsid w:val="00F15ED8"/>
    <w:rsid w:val="00F22137"/>
    <w:rsid w:val="00F23A03"/>
    <w:rsid w:val="00F24D35"/>
    <w:rsid w:val="00F26B32"/>
    <w:rsid w:val="00F30737"/>
    <w:rsid w:val="00F32857"/>
    <w:rsid w:val="00F37357"/>
    <w:rsid w:val="00F450DA"/>
    <w:rsid w:val="00F45F40"/>
    <w:rsid w:val="00F54AD0"/>
    <w:rsid w:val="00F569C3"/>
    <w:rsid w:val="00F57E8B"/>
    <w:rsid w:val="00F609DE"/>
    <w:rsid w:val="00F65A2F"/>
    <w:rsid w:val="00F71CB9"/>
    <w:rsid w:val="00F74C3A"/>
    <w:rsid w:val="00F80B5A"/>
    <w:rsid w:val="00F8453F"/>
    <w:rsid w:val="00F8629D"/>
    <w:rsid w:val="00F928CA"/>
    <w:rsid w:val="00F92C7F"/>
    <w:rsid w:val="00F952BA"/>
    <w:rsid w:val="00F976FF"/>
    <w:rsid w:val="00F97C76"/>
    <w:rsid w:val="00FA10AA"/>
    <w:rsid w:val="00FA22FD"/>
    <w:rsid w:val="00FA3185"/>
    <w:rsid w:val="00FA7CE2"/>
    <w:rsid w:val="00FB129A"/>
    <w:rsid w:val="00FB16C3"/>
    <w:rsid w:val="00FB29EA"/>
    <w:rsid w:val="00FC0187"/>
    <w:rsid w:val="00FC334D"/>
    <w:rsid w:val="00FC6AF5"/>
    <w:rsid w:val="00FC798C"/>
    <w:rsid w:val="00FC7B88"/>
    <w:rsid w:val="00FD01F7"/>
    <w:rsid w:val="00FD51FC"/>
    <w:rsid w:val="00FE2B31"/>
    <w:rsid w:val="00FE40FC"/>
    <w:rsid w:val="00FE4720"/>
    <w:rsid w:val="00FE4CA7"/>
    <w:rsid w:val="00FE4DB6"/>
    <w:rsid w:val="00FF02B0"/>
    <w:rsid w:val="00FF0FB5"/>
    <w:rsid w:val="00FF1097"/>
    <w:rsid w:val="00FF16EF"/>
    <w:rsid w:val="00FF1EBC"/>
    <w:rsid w:val="00FF2215"/>
    <w:rsid w:val="00FF49CA"/>
    <w:rsid w:val="00FF7AAF"/>
    <w:rsid w:val="01600EA1"/>
    <w:rsid w:val="068079E9"/>
    <w:rsid w:val="09390B8B"/>
    <w:rsid w:val="0D996D07"/>
    <w:rsid w:val="0F4BAB7C"/>
    <w:rsid w:val="0FD4875A"/>
    <w:rsid w:val="16822DEA"/>
    <w:rsid w:val="169DB481"/>
    <w:rsid w:val="17E9080C"/>
    <w:rsid w:val="1889F598"/>
    <w:rsid w:val="1AD61922"/>
    <w:rsid w:val="1D63E97C"/>
    <w:rsid w:val="1F3AD16F"/>
    <w:rsid w:val="1FBE41BD"/>
    <w:rsid w:val="2331E538"/>
    <w:rsid w:val="263B0070"/>
    <w:rsid w:val="27254177"/>
    <w:rsid w:val="2B9850DB"/>
    <w:rsid w:val="2EA37668"/>
    <w:rsid w:val="303F983F"/>
    <w:rsid w:val="308C8746"/>
    <w:rsid w:val="30CE0449"/>
    <w:rsid w:val="3179FB3C"/>
    <w:rsid w:val="35B1E836"/>
    <w:rsid w:val="371DFDCD"/>
    <w:rsid w:val="3734FB17"/>
    <w:rsid w:val="3BE29DE9"/>
    <w:rsid w:val="3EB0ABC7"/>
    <w:rsid w:val="3FD0D668"/>
    <w:rsid w:val="444730AE"/>
    <w:rsid w:val="488FC594"/>
    <w:rsid w:val="4CA97093"/>
    <w:rsid w:val="4DF61D56"/>
    <w:rsid w:val="55CDE6DF"/>
    <w:rsid w:val="5757CA2C"/>
    <w:rsid w:val="575D5475"/>
    <w:rsid w:val="58BEAD6F"/>
    <w:rsid w:val="59AF79C4"/>
    <w:rsid w:val="6BF48BAD"/>
    <w:rsid w:val="6C69BC6D"/>
    <w:rsid w:val="6D5C115B"/>
    <w:rsid w:val="6DF6A733"/>
    <w:rsid w:val="6FE07C66"/>
    <w:rsid w:val="70155A08"/>
    <w:rsid w:val="770A229D"/>
    <w:rsid w:val="77E4A412"/>
    <w:rsid w:val="7AE1415D"/>
    <w:rsid w:val="7CA4AC6F"/>
    <w:rsid w:val="7D75AF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BA98B4"/>
  <w15:docId w15:val="{184D619B-784E-44CF-8F41-5C5D6902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Header">
    <w:name w:val="header"/>
    <w:basedOn w:val="Normal"/>
    <w:semiHidden/>
    <w:pPr>
      <w:jc w:val="center"/>
    </w:pPr>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uiPriority w:val="99"/>
    <w:semiHidden/>
    <w:unhideWhenUsed/>
    <w:rsid w:val="00C52479"/>
    <w:rPr>
      <w:rFonts w:ascii="Tahoma" w:hAnsi="Tahoma" w:cs="Tahoma"/>
      <w:sz w:val="16"/>
      <w:szCs w:val="16"/>
    </w:rPr>
  </w:style>
  <w:style w:type="character" w:customStyle="1" w:styleId="BalloonTextChar">
    <w:name w:val="Balloon Text Char"/>
    <w:basedOn w:val="DefaultParagraphFont"/>
    <w:link w:val="BalloonText"/>
    <w:uiPriority w:val="99"/>
    <w:semiHidden/>
    <w:rsid w:val="00C52479"/>
    <w:rPr>
      <w:rFonts w:ascii="Tahoma" w:hAnsi="Tahoma" w:cs="Tahoma"/>
      <w:spacing w:val="2"/>
      <w:position w:val="6"/>
      <w:sz w:val="16"/>
      <w:szCs w:val="16"/>
      <w:lang w:eastAsia="en-US"/>
    </w:rPr>
  </w:style>
  <w:style w:type="character" w:styleId="Hyperlink">
    <w:name w:val="Hyperlink"/>
    <w:basedOn w:val="DefaultParagraphFont"/>
    <w:uiPriority w:val="99"/>
    <w:unhideWhenUsed/>
    <w:rsid w:val="009C05CB"/>
    <w:rPr>
      <w:color w:val="0000FF" w:themeColor="hyperlink"/>
      <w:u w:val="single"/>
    </w:rPr>
  </w:style>
  <w:style w:type="paragraph" w:customStyle="1" w:styleId="Default">
    <w:name w:val="Default"/>
    <w:rsid w:val="009C05CB"/>
    <w:pPr>
      <w:autoSpaceDE w:val="0"/>
      <w:autoSpaceDN w:val="0"/>
      <w:adjustRightInd w:val="0"/>
    </w:pPr>
    <w:rPr>
      <w:color w:val="000000"/>
      <w:sz w:val="24"/>
      <w:szCs w:val="24"/>
    </w:rPr>
  </w:style>
  <w:style w:type="paragraph" w:styleId="ListParagraph">
    <w:name w:val="List Paragraph"/>
    <w:basedOn w:val="Normal"/>
    <w:qFormat/>
    <w:rsid w:val="00EA7AC2"/>
    <w:pPr>
      <w:ind w:left="720"/>
      <w:contextualSpacing/>
    </w:pPr>
  </w:style>
  <w:style w:type="character" w:customStyle="1" w:styleId="UnresolvedMention1">
    <w:name w:val="Unresolved Mention1"/>
    <w:basedOn w:val="DefaultParagraphFont"/>
    <w:uiPriority w:val="99"/>
    <w:semiHidden/>
    <w:unhideWhenUsed/>
    <w:rsid w:val="005C6CF5"/>
    <w:rPr>
      <w:color w:val="605E5C"/>
      <w:shd w:val="clear" w:color="auto" w:fill="E1DFDD"/>
    </w:rPr>
  </w:style>
  <w:style w:type="paragraph" w:customStyle="1" w:styleId="DOKTEKST">
    <w:name w:val="DOK_TEKST"/>
    <w:basedOn w:val="ListParagraph"/>
    <w:link w:val="DOKTEKSTMrk"/>
    <w:qFormat/>
    <w:rsid w:val="001B3E3E"/>
    <w:pPr>
      <w:numPr>
        <w:numId w:val="5"/>
      </w:numPr>
      <w:spacing w:after="120"/>
      <w:ind w:left="0" w:firstLine="0"/>
      <w:contextualSpacing w:val="0"/>
      <w:jc w:val="both"/>
    </w:pPr>
    <w:rPr>
      <w:spacing w:val="0"/>
      <w:position w:val="0"/>
      <w:szCs w:val="24"/>
      <w:lang w:eastAsia="et-EE"/>
    </w:rPr>
  </w:style>
  <w:style w:type="character" w:customStyle="1" w:styleId="DOKTEKSTMrk">
    <w:name w:val="DOK_TEKST Märk"/>
    <w:basedOn w:val="DefaultParagraphFont"/>
    <w:link w:val="DOKTEKST"/>
    <w:rsid w:val="001B3E3E"/>
    <w:rPr>
      <w:sz w:val="24"/>
      <w:szCs w:val="24"/>
    </w:rPr>
  </w:style>
  <w:style w:type="paragraph" w:styleId="Revision">
    <w:name w:val="Revision"/>
    <w:hidden/>
    <w:uiPriority w:val="99"/>
    <w:semiHidden/>
    <w:rsid w:val="00D1373A"/>
    <w:rPr>
      <w:spacing w:val="2"/>
      <w:position w:val="6"/>
      <w:sz w:val="24"/>
      <w:lang w:eastAsia="en-US"/>
    </w:rPr>
  </w:style>
  <w:style w:type="paragraph" w:styleId="FootnoteText">
    <w:name w:val="footnote text"/>
    <w:basedOn w:val="Normal"/>
    <w:link w:val="FootnoteTextChar"/>
    <w:uiPriority w:val="99"/>
    <w:semiHidden/>
    <w:unhideWhenUsed/>
    <w:rsid w:val="00974890"/>
    <w:rPr>
      <w:sz w:val="20"/>
    </w:rPr>
  </w:style>
  <w:style w:type="character" w:customStyle="1" w:styleId="FootnoteTextChar">
    <w:name w:val="Footnote Text Char"/>
    <w:basedOn w:val="DefaultParagraphFont"/>
    <w:link w:val="FootnoteText"/>
    <w:uiPriority w:val="99"/>
    <w:semiHidden/>
    <w:rsid w:val="00974890"/>
    <w:rPr>
      <w:spacing w:val="2"/>
      <w:position w:val="6"/>
      <w:lang w:eastAsia="en-US"/>
    </w:rPr>
  </w:style>
  <w:style w:type="character" w:styleId="FootnoteReference">
    <w:name w:val="footnote reference"/>
    <w:basedOn w:val="DefaultParagraphFont"/>
    <w:uiPriority w:val="99"/>
    <w:semiHidden/>
    <w:unhideWhenUsed/>
    <w:rsid w:val="00974890"/>
    <w:rPr>
      <w:vertAlign w:val="superscript"/>
    </w:rPr>
  </w:style>
  <w:style w:type="character" w:styleId="CommentReference">
    <w:name w:val="annotation reference"/>
    <w:basedOn w:val="DefaultParagraphFont"/>
    <w:uiPriority w:val="99"/>
    <w:semiHidden/>
    <w:unhideWhenUsed/>
    <w:rsid w:val="00035B13"/>
    <w:rPr>
      <w:sz w:val="16"/>
      <w:szCs w:val="16"/>
    </w:rPr>
  </w:style>
  <w:style w:type="paragraph" w:styleId="CommentText">
    <w:name w:val="annotation text"/>
    <w:basedOn w:val="Normal"/>
    <w:link w:val="CommentTextChar"/>
    <w:uiPriority w:val="99"/>
    <w:unhideWhenUsed/>
    <w:rsid w:val="00035B13"/>
    <w:rPr>
      <w:sz w:val="20"/>
    </w:rPr>
  </w:style>
  <w:style w:type="character" w:customStyle="1" w:styleId="CommentTextChar">
    <w:name w:val="Comment Text Char"/>
    <w:basedOn w:val="DefaultParagraphFont"/>
    <w:link w:val="CommentText"/>
    <w:uiPriority w:val="99"/>
    <w:rsid w:val="00035B13"/>
    <w:rPr>
      <w:spacing w:val="2"/>
      <w:position w:val="6"/>
      <w:lang w:eastAsia="en-US"/>
    </w:rPr>
  </w:style>
  <w:style w:type="paragraph" w:styleId="CommentSubject">
    <w:name w:val="annotation subject"/>
    <w:basedOn w:val="CommentText"/>
    <w:next w:val="CommentText"/>
    <w:link w:val="CommentSubjectChar"/>
    <w:uiPriority w:val="99"/>
    <w:semiHidden/>
    <w:unhideWhenUsed/>
    <w:rsid w:val="00035B13"/>
    <w:rPr>
      <w:b/>
      <w:bCs/>
    </w:rPr>
  </w:style>
  <w:style w:type="character" w:customStyle="1" w:styleId="CommentSubjectChar">
    <w:name w:val="Comment Subject Char"/>
    <w:basedOn w:val="CommentTextChar"/>
    <w:link w:val="CommentSubject"/>
    <w:uiPriority w:val="99"/>
    <w:semiHidden/>
    <w:rsid w:val="00035B13"/>
    <w:rPr>
      <w:b/>
      <w:bCs/>
      <w:spacing w:val="2"/>
      <w:position w:val="6"/>
      <w:lang w:eastAsia="en-US"/>
    </w:rPr>
  </w:style>
  <w:style w:type="character" w:styleId="UnresolvedMention">
    <w:name w:val="Unresolved Mention"/>
    <w:basedOn w:val="DefaultParagraphFont"/>
    <w:uiPriority w:val="99"/>
    <w:semiHidden/>
    <w:unhideWhenUsed/>
    <w:rsid w:val="000B03A2"/>
    <w:rPr>
      <w:color w:val="605E5C"/>
      <w:shd w:val="clear" w:color="auto" w:fill="E1DFDD"/>
    </w:rPr>
  </w:style>
  <w:style w:type="character" w:customStyle="1" w:styleId="Liguvaikefont1">
    <w:name w:val="Lõigu vaikefont1"/>
    <w:rsid w:val="00714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966642">
      <w:bodyDiv w:val="1"/>
      <w:marLeft w:val="0"/>
      <w:marRight w:val="0"/>
      <w:marTop w:val="0"/>
      <w:marBottom w:val="0"/>
      <w:divBdr>
        <w:top w:val="none" w:sz="0" w:space="0" w:color="auto"/>
        <w:left w:val="none" w:sz="0" w:space="0" w:color="auto"/>
        <w:bottom w:val="none" w:sz="0" w:space="0" w:color="auto"/>
        <w:right w:val="none" w:sz="0" w:space="0" w:color="auto"/>
      </w:divBdr>
    </w:div>
    <w:div w:id="1079865227">
      <w:bodyDiv w:val="1"/>
      <w:marLeft w:val="0"/>
      <w:marRight w:val="0"/>
      <w:marTop w:val="0"/>
      <w:marBottom w:val="0"/>
      <w:divBdr>
        <w:top w:val="none" w:sz="0" w:space="0" w:color="auto"/>
        <w:left w:val="none" w:sz="0" w:space="0" w:color="auto"/>
        <w:bottom w:val="none" w:sz="0" w:space="0" w:color="auto"/>
        <w:right w:val="none" w:sz="0" w:space="0" w:color="auto"/>
      </w:divBdr>
    </w:div>
    <w:div w:id="1189874705">
      <w:bodyDiv w:val="1"/>
      <w:marLeft w:val="0"/>
      <w:marRight w:val="0"/>
      <w:marTop w:val="0"/>
      <w:marBottom w:val="0"/>
      <w:divBdr>
        <w:top w:val="none" w:sz="0" w:space="0" w:color="auto"/>
        <w:left w:val="none" w:sz="0" w:space="0" w:color="auto"/>
        <w:bottom w:val="none" w:sz="0" w:space="0" w:color="auto"/>
        <w:right w:val="none" w:sz="0" w:space="0" w:color="auto"/>
      </w:divBdr>
    </w:div>
    <w:div w:id="1343125929">
      <w:bodyDiv w:val="1"/>
      <w:marLeft w:val="0"/>
      <w:marRight w:val="0"/>
      <w:marTop w:val="0"/>
      <w:marBottom w:val="0"/>
      <w:divBdr>
        <w:top w:val="none" w:sz="0" w:space="0" w:color="auto"/>
        <w:left w:val="none" w:sz="0" w:space="0" w:color="auto"/>
        <w:bottom w:val="none" w:sz="0" w:space="0" w:color="auto"/>
        <w:right w:val="none" w:sz="0" w:space="0" w:color="auto"/>
      </w:divBdr>
    </w:div>
    <w:div w:id="1347751683">
      <w:bodyDiv w:val="1"/>
      <w:marLeft w:val="0"/>
      <w:marRight w:val="0"/>
      <w:marTop w:val="0"/>
      <w:marBottom w:val="0"/>
      <w:divBdr>
        <w:top w:val="none" w:sz="0" w:space="0" w:color="auto"/>
        <w:left w:val="none" w:sz="0" w:space="0" w:color="auto"/>
        <w:bottom w:val="none" w:sz="0" w:space="0" w:color="auto"/>
        <w:right w:val="none" w:sz="0" w:space="0" w:color="auto"/>
      </w:divBdr>
    </w:div>
    <w:div w:id="1367365225">
      <w:bodyDiv w:val="1"/>
      <w:marLeft w:val="0"/>
      <w:marRight w:val="0"/>
      <w:marTop w:val="0"/>
      <w:marBottom w:val="0"/>
      <w:divBdr>
        <w:top w:val="none" w:sz="0" w:space="0" w:color="auto"/>
        <w:left w:val="none" w:sz="0" w:space="0" w:color="auto"/>
        <w:bottom w:val="none" w:sz="0" w:space="0" w:color="auto"/>
        <w:right w:val="none" w:sz="0" w:space="0" w:color="auto"/>
      </w:divBdr>
    </w:div>
    <w:div w:id="1408459717">
      <w:bodyDiv w:val="1"/>
      <w:marLeft w:val="0"/>
      <w:marRight w:val="0"/>
      <w:marTop w:val="0"/>
      <w:marBottom w:val="0"/>
      <w:divBdr>
        <w:top w:val="none" w:sz="0" w:space="0" w:color="auto"/>
        <w:left w:val="none" w:sz="0" w:space="0" w:color="auto"/>
        <w:bottom w:val="none" w:sz="0" w:space="0" w:color="auto"/>
        <w:right w:val="none" w:sz="0" w:space="0" w:color="auto"/>
      </w:divBdr>
    </w:div>
    <w:div w:id="214546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Downloads\kirjaplank_ak_ee_20181113%20(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EEB698621C7E4B892B5E47569F8E0F" ma:contentTypeVersion="13" ma:contentTypeDescription="Create a new document." ma:contentTypeScope="" ma:versionID="192de31f22e71a459bfc4dfe50aac776">
  <xsd:schema xmlns:xsd="http://www.w3.org/2001/XMLSchema" xmlns:xs="http://www.w3.org/2001/XMLSchema" xmlns:p="http://schemas.microsoft.com/office/2006/metadata/properties" xmlns:ns2="b7611c46-dd5e-4dc3-a7ad-8fc57a398868" xmlns:ns3="7ea266f6-f971-446c-bb64-eca04c0f81e6" targetNamespace="http://schemas.microsoft.com/office/2006/metadata/properties" ma:root="true" ma:fieldsID="7b60660ccb61046d4cbdeb7397c84892" ns2:_="" ns3:_="">
    <xsd:import namespace="b7611c46-dd5e-4dc3-a7ad-8fc57a398868"/>
    <xsd:import namespace="7ea266f6-f971-446c-bb64-eca04c0f81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1c46-dd5e-4dc3-a7ad-8fc57a398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9b19cf-172a-4586-b1cf-df36a0dfdac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a266f6-f971-446c-bb64-eca04c0f81e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2aec849-5da7-44bf-81d7-b9846d61063a}" ma:internalName="TaxCatchAll" ma:showField="CatchAllData" ma:web="7ea266f6-f971-446c-bb64-eca04c0f81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a266f6-f971-446c-bb64-eca04c0f81e6" xsi:nil="true"/>
    <lcf76f155ced4ddcb4097134ff3c332f xmlns="b7611c46-dd5e-4dc3-a7ad-8fc57a39886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3034C-3132-4CA8-ADD3-B0F9C3A83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1c46-dd5e-4dc3-a7ad-8fc57a398868"/>
    <ds:schemaRef ds:uri="7ea266f6-f971-446c-bb64-eca04c0f8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CEFE1-B00E-46AF-B2A7-5CE96A60073B}">
  <ds:schemaRefs>
    <ds:schemaRef ds:uri="http://schemas.microsoft.com/office/2006/metadata/properties"/>
    <ds:schemaRef ds:uri="http://schemas.microsoft.com/office/infopath/2007/PartnerControls"/>
    <ds:schemaRef ds:uri="7ea266f6-f971-446c-bb64-eca04c0f81e6"/>
    <ds:schemaRef ds:uri="b7611c46-dd5e-4dc3-a7ad-8fc57a398868"/>
  </ds:schemaRefs>
</ds:datastoreItem>
</file>

<file path=customXml/itemProps3.xml><?xml version="1.0" encoding="utf-8"?>
<ds:datastoreItem xmlns:ds="http://schemas.openxmlformats.org/officeDocument/2006/customXml" ds:itemID="{A800F24A-7C73-407F-A8B3-589D6E8082E7}">
  <ds:schemaRefs>
    <ds:schemaRef ds:uri="http://schemas.microsoft.com/sharepoint/v3/contenttype/forms"/>
  </ds:schemaRefs>
</ds:datastoreItem>
</file>

<file path=customXml/itemProps4.xml><?xml version="1.0" encoding="utf-8"?>
<ds:datastoreItem xmlns:ds="http://schemas.openxmlformats.org/officeDocument/2006/customXml" ds:itemID="{2024223B-1392-4482-BC48-D2180B5FDE8A}">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kirjaplank_ak_ee_20181113 (28).dotx</Template>
  <TotalTime>0</TotalTime>
  <Pages>2</Pages>
  <Words>379</Words>
  <Characters>2594</Characters>
  <Application>Microsoft Office Word</Application>
  <DocSecurity>0</DocSecurity>
  <Lines>21</Lines>
  <Paragraphs>5</Paragraphs>
  <ScaleCrop>false</ScaleCrop>
  <Company>DF</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2016(TM) file templates</dc:subject>
  <dc:creator>Mare Hiiesalu</dc:creator>
  <dc:description>Ver 6.0, 11.2018</dc:description>
  <cp:lastModifiedBy>Katrin Ametmaa</cp:lastModifiedBy>
  <cp:revision>35</cp:revision>
  <cp:lastPrinted>2021-09-27T08:54:00Z</cp:lastPrinted>
  <dcterms:created xsi:type="dcterms:W3CDTF">2025-04-29T12:54:00Z</dcterms:created>
  <dcterms:modified xsi:type="dcterms:W3CDTF">2025-04-30T09:29:00Z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0x01010056EEB698621C7E4B892B5E47569F8E0F</vt:lpwstr>
  </property>
</Properties>
</file>